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50D4F" w14:textId="01172865" w:rsidR="00BF062C" w:rsidRDefault="00BF062C" w:rsidP="00BF062C">
      <w:pPr>
        <w:pStyle w:val="Title"/>
      </w:pPr>
      <w:r>
        <w:t>Leadership Styles</w:t>
      </w:r>
    </w:p>
    <w:p w14:paraId="2E237EC9" w14:textId="6EA01E57" w:rsidR="00BF062C" w:rsidRDefault="00BF062C" w:rsidP="00BF062C">
      <w:r>
        <w:t>In the work done by Paul Hersey and Ken Blanchard on the Situational Leadership II® model, they recognize four leadership styles that tend to resonate with people. As you read the different styles, think about which one best describes you.</w:t>
      </w:r>
    </w:p>
    <w:p w14:paraId="27A7C295" w14:textId="77777777" w:rsidR="00BF062C" w:rsidRDefault="00BF062C" w:rsidP="00BF062C">
      <w:pPr>
        <w:pStyle w:val="ImportantPoint"/>
      </w:pPr>
      <w:r>
        <w:t>Director’s Style</w:t>
      </w:r>
    </w:p>
    <w:p w14:paraId="764697A3" w14:textId="25BF51B3" w:rsidR="0016113E" w:rsidRDefault="00BF062C" w:rsidP="00BF062C">
      <w:r>
        <w:t>Someone with a director’s style does well with new employees</w:t>
      </w:r>
      <w:r w:rsidR="0016113E">
        <w:t xml:space="preserve">, who often respond positively to clear expectations, defined processes and procedures, and a consistent point of contact for questions. </w:t>
      </w:r>
      <w:r>
        <w:t xml:space="preserve">The director’s style </w:t>
      </w:r>
      <w:r w:rsidR="0016113E">
        <w:t>emphasizes task direction and accountability for results.</w:t>
      </w:r>
    </w:p>
    <w:p w14:paraId="66209A3C" w14:textId="77777777" w:rsidR="00BF062C" w:rsidRDefault="00BF062C" w:rsidP="00BF062C">
      <w:pPr>
        <w:pStyle w:val="ImportantPoint"/>
      </w:pPr>
      <w:r>
        <w:t>Coach’s Style</w:t>
      </w:r>
    </w:p>
    <w:p w14:paraId="2DA71278" w14:textId="0748BBFD" w:rsidR="00BF53FC" w:rsidRDefault="00BF53FC" w:rsidP="00BF062C">
      <w:r w:rsidRPr="00BF53FC">
        <w:t>The coach’s style balances clear task direction with a high level of personal support.</w:t>
      </w:r>
      <w:r>
        <w:t xml:space="preserve"> </w:t>
      </w:r>
      <w:r w:rsidRPr="00BF53FC">
        <w:t>This style is effective when team members understand their responsibilities but need guidance to act independently and follow through.</w:t>
      </w:r>
    </w:p>
    <w:p w14:paraId="5B8D92BE" w14:textId="77777777" w:rsidR="00BF062C" w:rsidRPr="00332804" w:rsidRDefault="00BF062C" w:rsidP="00BF062C">
      <w:pPr>
        <w:pStyle w:val="ImportantPoint"/>
      </w:pPr>
      <w:r>
        <w:t>Supporter’s Style</w:t>
      </w:r>
    </w:p>
    <w:p w14:paraId="6F02031E" w14:textId="436EC72B" w:rsidR="00BF53FC" w:rsidRDefault="00BF062C" w:rsidP="00BF062C">
      <w:r>
        <w:t xml:space="preserve">This style encourages people to come up with solutions and solve problems on their own. It provides them with the support they need in terms of tools and resources. </w:t>
      </w:r>
      <w:r w:rsidR="00BF53FC" w:rsidRPr="00BF53FC">
        <w:t>The support</w:t>
      </w:r>
      <w:r w:rsidR="00BF53FC">
        <w:t xml:space="preserve">er’s </w:t>
      </w:r>
      <w:r w:rsidR="00BF53FC" w:rsidRPr="00BF53FC">
        <w:t>style emphasizes guiding and empowering people rather than directing their tasks.</w:t>
      </w:r>
    </w:p>
    <w:p w14:paraId="714590D5" w14:textId="77777777" w:rsidR="00BF062C" w:rsidRDefault="00BF062C" w:rsidP="00BF062C">
      <w:pPr>
        <w:pStyle w:val="ImportantPoint"/>
      </w:pPr>
      <w:r>
        <w:t>Delegator’s Style</w:t>
      </w:r>
    </w:p>
    <w:p w14:paraId="5ED4A56E" w14:textId="1B92EDCE" w:rsidR="00BF53FC" w:rsidRDefault="00BF53FC" w:rsidP="00BF062C">
      <w:r>
        <w:t>In the delegator’s style, the leader retains responsibility for results while assigning the work to others. This approach is most effective with team members who have strong skills and the experience to find the resources and tools they need. They report back to the leader at agreed-upon intervals. The style is characterized by a low emphasis on directing tasks and an equally low emphasis on providing personal support.</w:t>
      </w:r>
    </w:p>
    <w:p w14:paraId="6EB9B6B0" w14:textId="77777777" w:rsidR="00BF53FC" w:rsidRDefault="00BF53FC">
      <w:pPr>
        <w:spacing w:after="0" w:line="240" w:lineRule="auto"/>
      </w:pPr>
      <w:r>
        <w:br w:type="page"/>
      </w:r>
    </w:p>
    <w:tbl>
      <w:tblPr>
        <w:tblW w:w="900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51"/>
        <w:gridCol w:w="2251"/>
        <w:gridCol w:w="2251"/>
        <w:gridCol w:w="2251"/>
      </w:tblGrid>
      <w:tr w:rsidR="00BF062C" w14:paraId="733318EE" w14:textId="77777777" w:rsidTr="00B609EF">
        <w:trPr>
          <w:cantSplit/>
          <w:trHeight w:val="567"/>
          <w:tblHeader/>
        </w:trPr>
        <w:tc>
          <w:tcPr>
            <w:tcW w:w="2251" w:type="dxa"/>
            <w:shd w:val="clear" w:color="auto" w:fill="D9D9D9" w:themeFill="background1" w:themeFillShade="D9"/>
          </w:tcPr>
          <w:p w14:paraId="1EDB43BB" w14:textId="54A377B7" w:rsidR="00BF062C" w:rsidRPr="00546D8B" w:rsidRDefault="00546D8B" w:rsidP="00546D8B">
            <w:pPr>
              <w:spacing w:after="120"/>
              <w:rPr>
                <w:b/>
                <w:bCs/>
              </w:rPr>
            </w:pPr>
            <w:r w:rsidRPr="00546D8B">
              <w:rPr>
                <w:b/>
                <w:bCs/>
              </w:rPr>
              <w:lastRenderedPageBreak/>
              <w:t>Style</w:t>
            </w:r>
            <w:r w:rsidR="003A2CDA">
              <w:rPr>
                <w:b/>
                <w:bCs/>
              </w:rPr>
              <w:t xml:space="preserve"> Name</w:t>
            </w:r>
          </w:p>
        </w:tc>
        <w:tc>
          <w:tcPr>
            <w:tcW w:w="2251" w:type="dxa"/>
            <w:shd w:val="clear" w:color="auto" w:fill="D9D9D9" w:themeFill="background1" w:themeFillShade="D9"/>
            <w:vAlign w:val="center"/>
            <w:hideMark/>
          </w:tcPr>
          <w:p w14:paraId="5CC21D72" w14:textId="77777777" w:rsidR="00BF062C" w:rsidRPr="00546D8B" w:rsidRDefault="00BF062C" w:rsidP="00546D8B">
            <w:pPr>
              <w:pStyle w:val="TableHeading"/>
              <w:spacing w:after="120"/>
              <w:jc w:val="left"/>
            </w:pPr>
            <w:r w:rsidRPr="00546D8B">
              <w:t>This style is not mine at all.</w:t>
            </w:r>
          </w:p>
        </w:tc>
        <w:tc>
          <w:tcPr>
            <w:tcW w:w="2251" w:type="dxa"/>
            <w:shd w:val="clear" w:color="auto" w:fill="D9D9D9" w:themeFill="background1" w:themeFillShade="D9"/>
            <w:vAlign w:val="center"/>
            <w:hideMark/>
          </w:tcPr>
          <w:p w14:paraId="1DF08751" w14:textId="16F730CF" w:rsidR="00BF062C" w:rsidRPr="00546D8B" w:rsidRDefault="00BF062C" w:rsidP="00546D8B">
            <w:pPr>
              <w:pStyle w:val="TableHeading"/>
              <w:spacing w:after="120"/>
              <w:jc w:val="left"/>
            </w:pPr>
            <w:r w:rsidRPr="00546D8B">
              <w:t>This style is somewhat like mine.</w:t>
            </w:r>
          </w:p>
        </w:tc>
        <w:tc>
          <w:tcPr>
            <w:tcW w:w="2251" w:type="dxa"/>
            <w:shd w:val="clear" w:color="auto" w:fill="D9D9D9" w:themeFill="background1" w:themeFillShade="D9"/>
            <w:vAlign w:val="center"/>
            <w:hideMark/>
          </w:tcPr>
          <w:p w14:paraId="2F83ED4B" w14:textId="77777777" w:rsidR="00BF062C" w:rsidRPr="00546D8B" w:rsidRDefault="00BF062C" w:rsidP="00546D8B">
            <w:pPr>
              <w:pStyle w:val="TableHeading"/>
              <w:spacing w:after="120"/>
              <w:jc w:val="left"/>
            </w:pPr>
            <w:r w:rsidRPr="00546D8B">
              <w:t>This style describes mine completely.</w:t>
            </w:r>
          </w:p>
        </w:tc>
      </w:tr>
      <w:tr w:rsidR="00BF062C" w14:paraId="7FE12F7B" w14:textId="77777777" w:rsidTr="00B609EF">
        <w:trPr>
          <w:cantSplit/>
          <w:trHeight w:val="227"/>
        </w:trPr>
        <w:tc>
          <w:tcPr>
            <w:tcW w:w="2251" w:type="dxa"/>
            <w:shd w:val="clear" w:color="auto" w:fill="D9D9D9" w:themeFill="background1" w:themeFillShade="D9"/>
            <w:vAlign w:val="center"/>
            <w:hideMark/>
          </w:tcPr>
          <w:p w14:paraId="0A5055A1" w14:textId="77777777" w:rsidR="00BF062C" w:rsidRPr="009B6F55" w:rsidRDefault="00BF062C" w:rsidP="00E2779B">
            <w:pPr>
              <w:spacing w:after="0"/>
              <w:rPr>
                <w:b/>
              </w:rPr>
            </w:pPr>
            <w:r w:rsidRPr="009B6F55">
              <w:rPr>
                <w:b/>
              </w:rPr>
              <w:t>Director’s Style</w:t>
            </w:r>
          </w:p>
        </w:tc>
        <w:tc>
          <w:tcPr>
            <w:tcW w:w="2251" w:type="dxa"/>
          </w:tcPr>
          <w:p w14:paraId="46F1BC02" w14:textId="77777777" w:rsidR="00BF062C" w:rsidRDefault="00BF062C" w:rsidP="00E2779B"/>
        </w:tc>
        <w:tc>
          <w:tcPr>
            <w:tcW w:w="2251" w:type="dxa"/>
          </w:tcPr>
          <w:p w14:paraId="42C66D3F" w14:textId="77777777" w:rsidR="00BF062C" w:rsidRDefault="00BF062C" w:rsidP="00E2779B"/>
        </w:tc>
        <w:tc>
          <w:tcPr>
            <w:tcW w:w="2251" w:type="dxa"/>
          </w:tcPr>
          <w:p w14:paraId="5159DF87" w14:textId="77777777" w:rsidR="00BF062C" w:rsidRDefault="00BF062C" w:rsidP="00E2779B"/>
        </w:tc>
      </w:tr>
      <w:tr w:rsidR="00BF062C" w14:paraId="334C16DB" w14:textId="77777777" w:rsidTr="00B609EF">
        <w:trPr>
          <w:cantSplit/>
          <w:trHeight w:val="485"/>
        </w:trPr>
        <w:tc>
          <w:tcPr>
            <w:tcW w:w="2251" w:type="dxa"/>
            <w:shd w:val="clear" w:color="auto" w:fill="D9D9D9" w:themeFill="background1" w:themeFillShade="D9"/>
            <w:vAlign w:val="center"/>
            <w:hideMark/>
          </w:tcPr>
          <w:p w14:paraId="7CE78208" w14:textId="77777777" w:rsidR="00BF062C" w:rsidRPr="009B6F55" w:rsidRDefault="00BF062C" w:rsidP="00E2779B">
            <w:pPr>
              <w:spacing w:after="0"/>
              <w:rPr>
                <w:b/>
              </w:rPr>
            </w:pPr>
            <w:r w:rsidRPr="009B6F55">
              <w:rPr>
                <w:b/>
              </w:rPr>
              <w:t>Coach’s Style</w:t>
            </w:r>
          </w:p>
        </w:tc>
        <w:tc>
          <w:tcPr>
            <w:tcW w:w="2251" w:type="dxa"/>
          </w:tcPr>
          <w:p w14:paraId="587472F4" w14:textId="77777777" w:rsidR="00BF062C" w:rsidRDefault="00BF062C" w:rsidP="00E2779B"/>
        </w:tc>
        <w:tc>
          <w:tcPr>
            <w:tcW w:w="2251" w:type="dxa"/>
          </w:tcPr>
          <w:p w14:paraId="066AD2D6" w14:textId="77777777" w:rsidR="00BF062C" w:rsidRDefault="00BF062C" w:rsidP="00E2779B"/>
        </w:tc>
        <w:tc>
          <w:tcPr>
            <w:tcW w:w="2251" w:type="dxa"/>
          </w:tcPr>
          <w:p w14:paraId="4B270733" w14:textId="77777777" w:rsidR="00BF062C" w:rsidRDefault="00BF062C" w:rsidP="00E2779B"/>
        </w:tc>
      </w:tr>
      <w:tr w:rsidR="00BF062C" w14:paraId="556CB430" w14:textId="77777777" w:rsidTr="00B609EF">
        <w:trPr>
          <w:cantSplit/>
          <w:trHeight w:val="468"/>
        </w:trPr>
        <w:tc>
          <w:tcPr>
            <w:tcW w:w="2251" w:type="dxa"/>
            <w:shd w:val="clear" w:color="auto" w:fill="D9D9D9" w:themeFill="background1" w:themeFillShade="D9"/>
            <w:vAlign w:val="center"/>
            <w:hideMark/>
          </w:tcPr>
          <w:p w14:paraId="0915958C" w14:textId="77777777" w:rsidR="00BF062C" w:rsidRPr="009B6F55" w:rsidRDefault="00BF062C" w:rsidP="00E2779B">
            <w:pPr>
              <w:spacing w:after="0"/>
              <w:rPr>
                <w:b/>
              </w:rPr>
            </w:pPr>
            <w:r w:rsidRPr="009B6F55">
              <w:rPr>
                <w:b/>
              </w:rPr>
              <w:t>Supporter’s Style</w:t>
            </w:r>
          </w:p>
        </w:tc>
        <w:tc>
          <w:tcPr>
            <w:tcW w:w="2251" w:type="dxa"/>
          </w:tcPr>
          <w:p w14:paraId="1C16C200" w14:textId="77777777" w:rsidR="00BF062C" w:rsidRDefault="00BF062C" w:rsidP="00E2779B"/>
        </w:tc>
        <w:tc>
          <w:tcPr>
            <w:tcW w:w="2251" w:type="dxa"/>
          </w:tcPr>
          <w:p w14:paraId="301D3EEF" w14:textId="77777777" w:rsidR="00BF062C" w:rsidRDefault="00BF062C" w:rsidP="00E2779B"/>
        </w:tc>
        <w:tc>
          <w:tcPr>
            <w:tcW w:w="2251" w:type="dxa"/>
          </w:tcPr>
          <w:p w14:paraId="6D0434DB" w14:textId="77777777" w:rsidR="00BF062C" w:rsidRDefault="00BF062C" w:rsidP="00E2779B"/>
        </w:tc>
      </w:tr>
      <w:tr w:rsidR="00BF062C" w14:paraId="72E3A03B" w14:textId="77777777" w:rsidTr="00B609EF">
        <w:trPr>
          <w:cantSplit/>
          <w:trHeight w:val="226"/>
        </w:trPr>
        <w:tc>
          <w:tcPr>
            <w:tcW w:w="2251" w:type="dxa"/>
            <w:shd w:val="clear" w:color="auto" w:fill="D9D9D9" w:themeFill="background1" w:themeFillShade="D9"/>
            <w:vAlign w:val="center"/>
            <w:hideMark/>
          </w:tcPr>
          <w:p w14:paraId="46496E61" w14:textId="77777777" w:rsidR="00BF062C" w:rsidRPr="009B6F55" w:rsidRDefault="00BF062C" w:rsidP="00E2779B">
            <w:pPr>
              <w:spacing w:after="0"/>
              <w:rPr>
                <w:b/>
              </w:rPr>
            </w:pPr>
            <w:r w:rsidRPr="009B6F55">
              <w:rPr>
                <w:b/>
              </w:rPr>
              <w:t>Delegator’s Style</w:t>
            </w:r>
          </w:p>
        </w:tc>
        <w:tc>
          <w:tcPr>
            <w:tcW w:w="2251" w:type="dxa"/>
          </w:tcPr>
          <w:p w14:paraId="0A1C4A05" w14:textId="77777777" w:rsidR="00BF062C" w:rsidRDefault="00BF062C" w:rsidP="00E2779B"/>
        </w:tc>
        <w:tc>
          <w:tcPr>
            <w:tcW w:w="2251" w:type="dxa"/>
          </w:tcPr>
          <w:p w14:paraId="7A505FEE" w14:textId="77777777" w:rsidR="00BF062C" w:rsidRDefault="00BF062C" w:rsidP="00E2779B"/>
        </w:tc>
        <w:tc>
          <w:tcPr>
            <w:tcW w:w="2251" w:type="dxa"/>
          </w:tcPr>
          <w:p w14:paraId="787D1D8D" w14:textId="77777777" w:rsidR="00BF062C" w:rsidRDefault="00BF062C" w:rsidP="00E2779B"/>
        </w:tc>
      </w:tr>
    </w:tbl>
    <w:p w14:paraId="2186FAEF" w14:textId="77777777" w:rsidR="00BF062C" w:rsidRDefault="00BF062C" w:rsidP="00BF062C"/>
    <w:p w14:paraId="6339F751" w14:textId="21B5E94F" w:rsidR="00BF062C" w:rsidRDefault="00BF062C">
      <w:pPr>
        <w:spacing w:after="0" w:line="240" w:lineRule="auto"/>
      </w:pPr>
    </w:p>
    <w:sectPr w:rsidR="00BF062C" w:rsidSect="005E60EA">
      <w:headerReference w:type="default" r:id="rId8"/>
      <w:footerReference w:type="default" r:id="rId9"/>
      <w:pgSz w:w="12240" w:h="15840"/>
      <w:pgMar w:top="1440" w:right="1440" w:bottom="1134" w:left="180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E5C44" w14:textId="77777777" w:rsidR="00FE67A7" w:rsidRDefault="00FE67A7">
      <w:r>
        <w:separator/>
      </w:r>
    </w:p>
    <w:p w14:paraId="18F66A1B" w14:textId="77777777" w:rsidR="00FE67A7" w:rsidRDefault="00FE67A7"/>
  </w:endnote>
  <w:endnote w:type="continuationSeparator" w:id="0">
    <w:p w14:paraId="0BE8952A" w14:textId="77777777" w:rsidR="00FE67A7" w:rsidRDefault="00FE67A7">
      <w:r>
        <w:continuationSeparator/>
      </w:r>
    </w:p>
    <w:p w14:paraId="74AF22A7" w14:textId="77777777" w:rsidR="00FE67A7" w:rsidRDefault="00FE6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DF120" w14:textId="2D1FE17F" w:rsidR="0030169F" w:rsidRPr="001E7EC0" w:rsidRDefault="001E7EC0" w:rsidP="001E7EC0">
    <w:pPr>
      <w:rPr>
        <w:rFonts w:cs="Calibri"/>
        <w:sz w:val="20"/>
      </w:rPr>
    </w:pPr>
    <w:r w:rsidRPr="00495209">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B609EF">
      <w:rPr>
        <w:rFonts w:cs="Calibri"/>
        <w:noProof/>
        <w:sz w:val="20"/>
      </w:rPr>
      <w:t>2025</w:t>
    </w:r>
    <w:r>
      <w:rPr>
        <w:rFonts w:cs="Calibri"/>
        <w:sz w:val="20"/>
      </w:rPr>
      <w:fldChar w:fldCharType="end"/>
    </w:r>
    <w:r w:rsidRPr="00495209">
      <w:rPr>
        <w:rFonts w:cs="Calibr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F7804" w14:textId="77777777" w:rsidR="00FE67A7" w:rsidRDefault="00FE67A7">
      <w:r>
        <w:separator/>
      </w:r>
    </w:p>
    <w:p w14:paraId="727C01C6" w14:textId="77777777" w:rsidR="00FE67A7" w:rsidRDefault="00FE67A7"/>
  </w:footnote>
  <w:footnote w:type="continuationSeparator" w:id="0">
    <w:p w14:paraId="7C9641B8" w14:textId="77777777" w:rsidR="00FE67A7" w:rsidRDefault="00FE67A7">
      <w:r>
        <w:continuationSeparator/>
      </w:r>
    </w:p>
    <w:p w14:paraId="2B642230" w14:textId="77777777" w:rsidR="00FE67A7" w:rsidRDefault="00FE67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4B575" w14:textId="77777777" w:rsidR="0030169F" w:rsidRPr="00495209" w:rsidRDefault="0030169F" w:rsidP="005F07C1">
    <w:pPr>
      <w:framePr w:wrap="around" w:vAnchor="text" w:hAnchor="page" w:x="11341" w:y="1"/>
      <w:rPr>
        <w:rFonts w:cs="Calibri"/>
        <w:sz w:val="20"/>
      </w:rPr>
    </w:pPr>
    <w:r w:rsidRPr="00495209">
      <w:rPr>
        <w:rFonts w:cs="Calibri"/>
        <w:sz w:val="20"/>
      </w:rPr>
      <w:fldChar w:fldCharType="begin"/>
    </w:r>
    <w:r w:rsidRPr="00495209">
      <w:rPr>
        <w:rFonts w:cs="Calibri"/>
        <w:sz w:val="20"/>
      </w:rPr>
      <w:instrText xml:space="preserve">PAGE  </w:instrText>
    </w:r>
    <w:r w:rsidRPr="00495209">
      <w:rPr>
        <w:rFonts w:cs="Calibri"/>
        <w:sz w:val="20"/>
      </w:rPr>
      <w:fldChar w:fldCharType="separate"/>
    </w:r>
    <w:r w:rsidR="000A0FC3">
      <w:rPr>
        <w:rFonts w:cs="Calibri"/>
        <w:noProof/>
        <w:sz w:val="20"/>
      </w:rPr>
      <w:t>1</w:t>
    </w:r>
    <w:r w:rsidRPr="00495209">
      <w:rPr>
        <w:rFonts w:cs="Calibri"/>
        <w:sz w:val="20"/>
      </w:rPr>
      <w:fldChar w:fldCharType="end"/>
    </w:r>
  </w:p>
  <w:p w14:paraId="6AD218A1" w14:textId="733B243E" w:rsidR="0030169F" w:rsidRPr="00495209" w:rsidRDefault="00785FA6" w:rsidP="005A3944">
    <w:pPr>
      <w:tabs>
        <w:tab w:val="right" w:pos="9090"/>
      </w:tabs>
      <w:ind w:right="-450"/>
      <w:rPr>
        <w:rFonts w:cs="Calibri"/>
        <w:b/>
        <w:sz w:val="20"/>
      </w:rPr>
    </w:pPr>
    <w:r>
      <w:rPr>
        <w:rFonts w:cs="Calibri"/>
        <w:noProof/>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622F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D590E"/>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4FAF"/>
    <w:multiLevelType w:val="hybridMultilevel"/>
    <w:tmpl w:val="DDA46726"/>
    <w:lvl w:ilvl="0" w:tplc="1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0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855ACF"/>
    <w:multiLevelType w:val="hybridMultilevel"/>
    <w:tmpl w:val="570249D8"/>
    <w:lvl w:ilvl="0" w:tplc="76C6291A">
      <w:start w:val="1"/>
      <w:numFmt w:val="bullet"/>
      <w:pStyle w:val="Defaultbullets"/>
      <w:lvlText w:val=""/>
      <w:lvlJc w:val="left"/>
      <w:pPr>
        <w:ind w:left="63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32BD0"/>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F96614"/>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680A04"/>
    <w:multiLevelType w:val="hybridMultilevel"/>
    <w:tmpl w:val="DDA46726"/>
    <w:lvl w:ilvl="0" w:tplc="1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0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6672319"/>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8727DE2"/>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187A38"/>
    <w:multiLevelType w:val="multilevel"/>
    <w:tmpl w:val="DDEE75CA"/>
    <w:lvl w:ilvl="0">
      <w:start w:val="1"/>
      <w:numFmt w:val="decimal"/>
      <w:pStyle w:val="ReviewQuestions"/>
      <w:lvlText w:val="%1."/>
      <w:lvlJc w:val="left"/>
      <w:pPr>
        <w:ind w:left="720" w:hanging="360"/>
      </w:pPr>
      <w:rPr>
        <w:rFonts w:ascii="Calibri" w:hAnsi="Calibri" w:cs="Calibri" w:hint="default"/>
        <w:b/>
        <w:sz w:val="24"/>
      </w:rPr>
    </w:lvl>
    <w:lvl w:ilvl="1">
      <w:start w:val="1"/>
      <w:numFmt w:val="lowerLetter"/>
      <w:pStyle w:val="ReviewAnswers"/>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50336AC"/>
    <w:multiLevelType w:val="hybridMultilevel"/>
    <w:tmpl w:val="939E797C"/>
    <w:lvl w:ilvl="0" w:tplc="B474425E">
      <w:start w:val="1"/>
      <w:numFmt w:val="decimal"/>
      <w:pStyle w:val="DefaultNumberedlist"/>
      <w:lvlText w:val="%1."/>
      <w:lvlJc w:val="left"/>
      <w:pPr>
        <w:ind w:left="720" w:hanging="360"/>
      </w:pPr>
      <w:rPr>
        <w:rFonts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9A75B3"/>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09137136">
    <w:abstractNumId w:val="1"/>
  </w:num>
  <w:num w:numId="2" w16cid:durableId="1203978829">
    <w:abstractNumId w:val="12"/>
  </w:num>
  <w:num w:numId="3" w16cid:durableId="1791051291">
    <w:abstractNumId w:val="13"/>
  </w:num>
  <w:num w:numId="4" w16cid:durableId="1201868468">
    <w:abstractNumId w:val="13"/>
    <w:lvlOverride w:ilvl="0">
      <w:startOverride w:val="1"/>
    </w:lvlOverride>
  </w:num>
  <w:num w:numId="5" w16cid:durableId="3289083">
    <w:abstractNumId w:val="5"/>
  </w:num>
  <w:num w:numId="6" w16cid:durableId="104665540">
    <w:abstractNumId w:val="13"/>
    <w:lvlOverride w:ilvl="0">
      <w:startOverride w:val="1"/>
    </w:lvlOverride>
  </w:num>
  <w:num w:numId="7" w16cid:durableId="781149713">
    <w:abstractNumId w:val="13"/>
    <w:lvlOverride w:ilvl="0">
      <w:startOverride w:val="1"/>
    </w:lvlOverride>
  </w:num>
  <w:num w:numId="8" w16cid:durableId="1553420539">
    <w:abstractNumId w:val="4"/>
  </w:num>
  <w:num w:numId="9" w16cid:durableId="1760441682">
    <w:abstractNumId w:val="13"/>
  </w:num>
  <w:num w:numId="10" w16cid:durableId="12532957">
    <w:abstractNumId w:val="8"/>
  </w:num>
  <w:num w:numId="11" w16cid:durableId="1643460572">
    <w:abstractNumId w:val="0"/>
  </w:num>
  <w:num w:numId="12" w16cid:durableId="1819346107">
    <w:abstractNumId w:val="10"/>
  </w:num>
  <w:num w:numId="13" w16cid:durableId="1856073101">
    <w:abstractNumId w:val="14"/>
  </w:num>
  <w:num w:numId="14" w16cid:durableId="1695619899">
    <w:abstractNumId w:val="2"/>
  </w:num>
  <w:num w:numId="15" w16cid:durableId="1979722188">
    <w:abstractNumId w:val="9"/>
  </w:num>
  <w:num w:numId="16" w16cid:durableId="1445034147">
    <w:abstractNumId w:val="6"/>
  </w:num>
  <w:num w:numId="17" w16cid:durableId="2056158668">
    <w:abstractNumId w:val="4"/>
  </w:num>
  <w:num w:numId="18" w16cid:durableId="1599168033">
    <w:abstractNumId w:val="11"/>
  </w:num>
  <w:num w:numId="19" w16cid:durableId="822164089">
    <w:abstractNumId w:val="13"/>
    <w:lvlOverride w:ilvl="0">
      <w:startOverride w:val="1"/>
    </w:lvlOverride>
  </w:num>
  <w:num w:numId="20" w16cid:durableId="1746611250">
    <w:abstractNumId w:val="7"/>
  </w:num>
  <w:num w:numId="21" w16cid:durableId="1203787613">
    <w:abstractNumId w:val="3"/>
  </w:num>
  <w:num w:numId="22" w16cid:durableId="2128430990">
    <w:abstractNumId w:val="13"/>
    <w:lvlOverride w:ilvl="0">
      <w:startOverride w:val="1"/>
    </w:lvlOverride>
  </w:num>
  <w:num w:numId="23" w16cid:durableId="1010522950">
    <w:abstractNumId w:val="13"/>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attachedTemplate r:id="rId1"/>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60C"/>
    <w:rsid w:val="000037A8"/>
    <w:rsid w:val="000045C2"/>
    <w:rsid w:val="00004E47"/>
    <w:rsid w:val="00012A51"/>
    <w:rsid w:val="00016624"/>
    <w:rsid w:val="000178C8"/>
    <w:rsid w:val="00020A97"/>
    <w:rsid w:val="00023D41"/>
    <w:rsid w:val="00043482"/>
    <w:rsid w:val="000452BE"/>
    <w:rsid w:val="000531AC"/>
    <w:rsid w:val="00053ABA"/>
    <w:rsid w:val="00057591"/>
    <w:rsid w:val="00057635"/>
    <w:rsid w:val="00060F83"/>
    <w:rsid w:val="0006350C"/>
    <w:rsid w:val="000660FD"/>
    <w:rsid w:val="00070ABD"/>
    <w:rsid w:val="0007157B"/>
    <w:rsid w:val="000824BB"/>
    <w:rsid w:val="00087EA7"/>
    <w:rsid w:val="000905B4"/>
    <w:rsid w:val="000944AD"/>
    <w:rsid w:val="00096D6A"/>
    <w:rsid w:val="00097486"/>
    <w:rsid w:val="000A0FC3"/>
    <w:rsid w:val="000A1A21"/>
    <w:rsid w:val="000A2279"/>
    <w:rsid w:val="000A42C1"/>
    <w:rsid w:val="000A4B46"/>
    <w:rsid w:val="000B00A5"/>
    <w:rsid w:val="000B0F17"/>
    <w:rsid w:val="000B22A7"/>
    <w:rsid w:val="000B34A3"/>
    <w:rsid w:val="000B38F1"/>
    <w:rsid w:val="000B5031"/>
    <w:rsid w:val="000B666D"/>
    <w:rsid w:val="000C2026"/>
    <w:rsid w:val="000D1B75"/>
    <w:rsid w:val="000D40CE"/>
    <w:rsid w:val="000D4201"/>
    <w:rsid w:val="000D70D1"/>
    <w:rsid w:val="000E1F3C"/>
    <w:rsid w:val="000E2D06"/>
    <w:rsid w:val="000E32FE"/>
    <w:rsid w:val="000E4123"/>
    <w:rsid w:val="000E63FA"/>
    <w:rsid w:val="000F0A18"/>
    <w:rsid w:val="000F1509"/>
    <w:rsid w:val="000F324C"/>
    <w:rsid w:val="000F7383"/>
    <w:rsid w:val="000F778C"/>
    <w:rsid w:val="00104B32"/>
    <w:rsid w:val="00105FAB"/>
    <w:rsid w:val="00106371"/>
    <w:rsid w:val="001073BD"/>
    <w:rsid w:val="00107A8A"/>
    <w:rsid w:val="00107F30"/>
    <w:rsid w:val="00107F76"/>
    <w:rsid w:val="00110764"/>
    <w:rsid w:val="001203A1"/>
    <w:rsid w:val="00124767"/>
    <w:rsid w:val="00125E5F"/>
    <w:rsid w:val="00130157"/>
    <w:rsid w:val="00131AD2"/>
    <w:rsid w:val="00134294"/>
    <w:rsid w:val="00141E3A"/>
    <w:rsid w:val="00143E76"/>
    <w:rsid w:val="001452B7"/>
    <w:rsid w:val="001460BF"/>
    <w:rsid w:val="0014611B"/>
    <w:rsid w:val="001479C0"/>
    <w:rsid w:val="00155E6B"/>
    <w:rsid w:val="0015606D"/>
    <w:rsid w:val="00156227"/>
    <w:rsid w:val="00160DD3"/>
    <w:rsid w:val="0016113E"/>
    <w:rsid w:val="001663DC"/>
    <w:rsid w:val="00173E03"/>
    <w:rsid w:val="00175DFB"/>
    <w:rsid w:val="00175FA7"/>
    <w:rsid w:val="00177799"/>
    <w:rsid w:val="00180B42"/>
    <w:rsid w:val="00182AA6"/>
    <w:rsid w:val="00191F14"/>
    <w:rsid w:val="0019493B"/>
    <w:rsid w:val="001A0D0F"/>
    <w:rsid w:val="001A2BEF"/>
    <w:rsid w:val="001A2CC2"/>
    <w:rsid w:val="001A4B47"/>
    <w:rsid w:val="001A63F5"/>
    <w:rsid w:val="001B11C6"/>
    <w:rsid w:val="001B444D"/>
    <w:rsid w:val="001B7718"/>
    <w:rsid w:val="001C1C41"/>
    <w:rsid w:val="001C3B49"/>
    <w:rsid w:val="001C474C"/>
    <w:rsid w:val="001C6A21"/>
    <w:rsid w:val="001D1602"/>
    <w:rsid w:val="001D27BC"/>
    <w:rsid w:val="001D350B"/>
    <w:rsid w:val="001D3CFC"/>
    <w:rsid w:val="001D68BF"/>
    <w:rsid w:val="001E1781"/>
    <w:rsid w:val="001E6674"/>
    <w:rsid w:val="001E7EC0"/>
    <w:rsid w:val="001F0FC7"/>
    <w:rsid w:val="001F31F9"/>
    <w:rsid w:val="001F4203"/>
    <w:rsid w:val="0021043B"/>
    <w:rsid w:val="00213E92"/>
    <w:rsid w:val="0022055E"/>
    <w:rsid w:val="002217CF"/>
    <w:rsid w:val="0023220F"/>
    <w:rsid w:val="00237979"/>
    <w:rsid w:val="002405A0"/>
    <w:rsid w:val="00246C41"/>
    <w:rsid w:val="00252D30"/>
    <w:rsid w:val="002543D4"/>
    <w:rsid w:val="00255914"/>
    <w:rsid w:val="002576EA"/>
    <w:rsid w:val="00262136"/>
    <w:rsid w:val="00267F30"/>
    <w:rsid w:val="002706AE"/>
    <w:rsid w:val="00276067"/>
    <w:rsid w:val="002776DA"/>
    <w:rsid w:val="0028033F"/>
    <w:rsid w:val="00281216"/>
    <w:rsid w:val="00287629"/>
    <w:rsid w:val="0029008A"/>
    <w:rsid w:val="002931E4"/>
    <w:rsid w:val="0029354B"/>
    <w:rsid w:val="00297756"/>
    <w:rsid w:val="002A0A67"/>
    <w:rsid w:val="002A16A7"/>
    <w:rsid w:val="002A1CE9"/>
    <w:rsid w:val="002A2EE9"/>
    <w:rsid w:val="002A4EE6"/>
    <w:rsid w:val="002A6B30"/>
    <w:rsid w:val="002A704B"/>
    <w:rsid w:val="002A7F21"/>
    <w:rsid w:val="002B0F67"/>
    <w:rsid w:val="002B1A42"/>
    <w:rsid w:val="002B43E7"/>
    <w:rsid w:val="002B55D7"/>
    <w:rsid w:val="002B65F9"/>
    <w:rsid w:val="002C502A"/>
    <w:rsid w:val="002C6019"/>
    <w:rsid w:val="002C7A1D"/>
    <w:rsid w:val="002C7D60"/>
    <w:rsid w:val="002D2CDD"/>
    <w:rsid w:val="002D5688"/>
    <w:rsid w:val="002E049D"/>
    <w:rsid w:val="002E0D4B"/>
    <w:rsid w:val="002E482D"/>
    <w:rsid w:val="002E733B"/>
    <w:rsid w:val="002F2A5F"/>
    <w:rsid w:val="002F2F7D"/>
    <w:rsid w:val="002F509A"/>
    <w:rsid w:val="002F61DA"/>
    <w:rsid w:val="003011E3"/>
    <w:rsid w:val="0030169F"/>
    <w:rsid w:val="0030362C"/>
    <w:rsid w:val="00305E7C"/>
    <w:rsid w:val="00310C6F"/>
    <w:rsid w:val="003110CD"/>
    <w:rsid w:val="00314A21"/>
    <w:rsid w:val="00314DB3"/>
    <w:rsid w:val="00321C74"/>
    <w:rsid w:val="003224F9"/>
    <w:rsid w:val="00322DE4"/>
    <w:rsid w:val="003230BF"/>
    <w:rsid w:val="003326F3"/>
    <w:rsid w:val="0033353F"/>
    <w:rsid w:val="003340D6"/>
    <w:rsid w:val="00334C86"/>
    <w:rsid w:val="0033593C"/>
    <w:rsid w:val="00337197"/>
    <w:rsid w:val="0033787E"/>
    <w:rsid w:val="003408D4"/>
    <w:rsid w:val="00343AE8"/>
    <w:rsid w:val="0035021B"/>
    <w:rsid w:val="00351A90"/>
    <w:rsid w:val="00352361"/>
    <w:rsid w:val="00354291"/>
    <w:rsid w:val="00354BEF"/>
    <w:rsid w:val="00360E1D"/>
    <w:rsid w:val="003620C6"/>
    <w:rsid w:val="003644A0"/>
    <w:rsid w:val="00366E12"/>
    <w:rsid w:val="003671FC"/>
    <w:rsid w:val="0037431C"/>
    <w:rsid w:val="00381163"/>
    <w:rsid w:val="00383B4C"/>
    <w:rsid w:val="003850CB"/>
    <w:rsid w:val="00386DC4"/>
    <w:rsid w:val="003927E8"/>
    <w:rsid w:val="00394D4A"/>
    <w:rsid w:val="003962DA"/>
    <w:rsid w:val="003A1B3E"/>
    <w:rsid w:val="003A2CDA"/>
    <w:rsid w:val="003A33A6"/>
    <w:rsid w:val="003A36CE"/>
    <w:rsid w:val="003A482B"/>
    <w:rsid w:val="003A635E"/>
    <w:rsid w:val="003A74B3"/>
    <w:rsid w:val="003B0CC6"/>
    <w:rsid w:val="003B5896"/>
    <w:rsid w:val="003B6537"/>
    <w:rsid w:val="003B709A"/>
    <w:rsid w:val="003C0C8E"/>
    <w:rsid w:val="003C10FF"/>
    <w:rsid w:val="003C5B43"/>
    <w:rsid w:val="003C63C3"/>
    <w:rsid w:val="003C7266"/>
    <w:rsid w:val="003D06F0"/>
    <w:rsid w:val="003D5657"/>
    <w:rsid w:val="003D5803"/>
    <w:rsid w:val="003D753C"/>
    <w:rsid w:val="003E310B"/>
    <w:rsid w:val="003E3579"/>
    <w:rsid w:val="003E4A0B"/>
    <w:rsid w:val="003E53B3"/>
    <w:rsid w:val="003F0474"/>
    <w:rsid w:val="003F1A18"/>
    <w:rsid w:val="003F4953"/>
    <w:rsid w:val="003F5347"/>
    <w:rsid w:val="00401594"/>
    <w:rsid w:val="00403CCF"/>
    <w:rsid w:val="0040574D"/>
    <w:rsid w:val="00407DAC"/>
    <w:rsid w:val="0041115E"/>
    <w:rsid w:val="004140F6"/>
    <w:rsid w:val="00414511"/>
    <w:rsid w:val="004148B8"/>
    <w:rsid w:val="00414DB1"/>
    <w:rsid w:val="004164CE"/>
    <w:rsid w:val="00417752"/>
    <w:rsid w:val="0042332E"/>
    <w:rsid w:val="00442100"/>
    <w:rsid w:val="0044251C"/>
    <w:rsid w:val="00442594"/>
    <w:rsid w:val="00447D85"/>
    <w:rsid w:val="00456531"/>
    <w:rsid w:val="00456B3D"/>
    <w:rsid w:val="00457403"/>
    <w:rsid w:val="00463893"/>
    <w:rsid w:val="00463DB5"/>
    <w:rsid w:val="00463E55"/>
    <w:rsid w:val="0046609D"/>
    <w:rsid w:val="00474B72"/>
    <w:rsid w:val="00475327"/>
    <w:rsid w:val="004764A5"/>
    <w:rsid w:val="004806F6"/>
    <w:rsid w:val="004831DB"/>
    <w:rsid w:val="0048546D"/>
    <w:rsid w:val="00486DCE"/>
    <w:rsid w:val="00487B20"/>
    <w:rsid w:val="00495209"/>
    <w:rsid w:val="004A2C3E"/>
    <w:rsid w:val="004A4E7E"/>
    <w:rsid w:val="004B4325"/>
    <w:rsid w:val="004C0F23"/>
    <w:rsid w:val="004C30DC"/>
    <w:rsid w:val="004C5159"/>
    <w:rsid w:val="004C585D"/>
    <w:rsid w:val="004C73CD"/>
    <w:rsid w:val="004C7AE0"/>
    <w:rsid w:val="004D4F9D"/>
    <w:rsid w:val="004E1070"/>
    <w:rsid w:val="004E108C"/>
    <w:rsid w:val="004E1570"/>
    <w:rsid w:val="004E79B5"/>
    <w:rsid w:val="004F0992"/>
    <w:rsid w:val="004F5544"/>
    <w:rsid w:val="00504B18"/>
    <w:rsid w:val="00514BC0"/>
    <w:rsid w:val="00515340"/>
    <w:rsid w:val="00523B78"/>
    <w:rsid w:val="005249D2"/>
    <w:rsid w:val="00524D22"/>
    <w:rsid w:val="00526B69"/>
    <w:rsid w:val="00526F39"/>
    <w:rsid w:val="005276F7"/>
    <w:rsid w:val="00527B2B"/>
    <w:rsid w:val="00527F67"/>
    <w:rsid w:val="00531B89"/>
    <w:rsid w:val="00532B7F"/>
    <w:rsid w:val="005343E0"/>
    <w:rsid w:val="005351C3"/>
    <w:rsid w:val="00542A4B"/>
    <w:rsid w:val="00543496"/>
    <w:rsid w:val="00545DFB"/>
    <w:rsid w:val="00546D8B"/>
    <w:rsid w:val="0054741E"/>
    <w:rsid w:val="00553A0C"/>
    <w:rsid w:val="00554920"/>
    <w:rsid w:val="00563844"/>
    <w:rsid w:val="005646C7"/>
    <w:rsid w:val="00566574"/>
    <w:rsid w:val="00566893"/>
    <w:rsid w:val="00567510"/>
    <w:rsid w:val="00572694"/>
    <w:rsid w:val="00580283"/>
    <w:rsid w:val="00580CD2"/>
    <w:rsid w:val="00585B8E"/>
    <w:rsid w:val="005867BB"/>
    <w:rsid w:val="005903F0"/>
    <w:rsid w:val="00591639"/>
    <w:rsid w:val="005919CB"/>
    <w:rsid w:val="00591DDC"/>
    <w:rsid w:val="00592AC2"/>
    <w:rsid w:val="00593993"/>
    <w:rsid w:val="00597CF7"/>
    <w:rsid w:val="005A0B90"/>
    <w:rsid w:val="005A156B"/>
    <w:rsid w:val="005A3944"/>
    <w:rsid w:val="005A45F1"/>
    <w:rsid w:val="005A68F0"/>
    <w:rsid w:val="005A6DBC"/>
    <w:rsid w:val="005B7381"/>
    <w:rsid w:val="005B764A"/>
    <w:rsid w:val="005C02D2"/>
    <w:rsid w:val="005C0B5F"/>
    <w:rsid w:val="005C0BBD"/>
    <w:rsid w:val="005C3185"/>
    <w:rsid w:val="005C5F1C"/>
    <w:rsid w:val="005C64AA"/>
    <w:rsid w:val="005C6558"/>
    <w:rsid w:val="005C7044"/>
    <w:rsid w:val="005C7F85"/>
    <w:rsid w:val="005D30C4"/>
    <w:rsid w:val="005D78F4"/>
    <w:rsid w:val="005E60EA"/>
    <w:rsid w:val="005F07C1"/>
    <w:rsid w:val="005F2B3F"/>
    <w:rsid w:val="005F479D"/>
    <w:rsid w:val="005F7337"/>
    <w:rsid w:val="006049D1"/>
    <w:rsid w:val="0060779F"/>
    <w:rsid w:val="00616B56"/>
    <w:rsid w:val="00620D72"/>
    <w:rsid w:val="0062306B"/>
    <w:rsid w:val="006262A3"/>
    <w:rsid w:val="006318C7"/>
    <w:rsid w:val="00631C81"/>
    <w:rsid w:val="006321D3"/>
    <w:rsid w:val="0063260C"/>
    <w:rsid w:val="00633609"/>
    <w:rsid w:val="00633F96"/>
    <w:rsid w:val="00637379"/>
    <w:rsid w:val="00637879"/>
    <w:rsid w:val="00637FEB"/>
    <w:rsid w:val="00640641"/>
    <w:rsid w:val="00642784"/>
    <w:rsid w:val="0065008A"/>
    <w:rsid w:val="00650BE0"/>
    <w:rsid w:val="00652BB7"/>
    <w:rsid w:val="006552D4"/>
    <w:rsid w:val="00655FA1"/>
    <w:rsid w:val="006605F5"/>
    <w:rsid w:val="00662E77"/>
    <w:rsid w:val="00665230"/>
    <w:rsid w:val="00670B96"/>
    <w:rsid w:val="0067116C"/>
    <w:rsid w:val="006745ED"/>
    <w:rsid w:val="00675159"/>
    <w:rsid w:val="00675728"/>
    <w:rsid w:val="006773A1"/>
    <w:rsid w:val="006807A4"/>
    <w:rsid w:val="00684030"/>
    <w:rsid w:val="00684A6D"/>
    <w:rsid w:val="00685CB3"/>
    <w:rsid w:val="006860B6"/>
    <w:rsid w:val="00686935"/>
    <w:rsid w:val="00691A7D"/>
    <w:rsid w:val="006932A1"/>
    <w:rsid w:val="00694A2C"/>
    <w:rsid w:val="00697B67"/>
    <w:rsid w:val="006A079C"/>
    <w:rsid w:val="006A1055"/>
    <w:rsid w:val="006A2A66"/>
    <w:rsid w:val="006A69C2"/>
    <w:rsid w:val="006A6CB1"/>
    <w:rsid w:val="006A7340"/>
    <w:rsid w:val="006B0236"/>
    <w:rsid w:val="006B3DD1"/>
    <w:rsid w:val="006B43BE"/>
    <w:rsid w:val="006B6A6B"/>
    <w:rsid w:val="006C6D09"/>
    <w:rsid w:val="006D1D7B"/>
    <w:rsid w:val="006D31C3"/>
    <w:rsid w:val="006D35B3"/>
    <w:rsid w:val="006D376C"/>
    <w:rsid w:val="006E37F3"/>
    <w:rsid w:val="006E557F"/>
    <w:rsid w:val="006E67F5"/>
    <w:rsid w:val="006F0CB7"/>
    <w:rsid w:val="006F0D04"/>
    <w:rsid w:val="006F213F"/>
    <w:rsid w:val="006F30AF"/>
    <w:rsid w:val="006F3750"/>
    <w:rsid w:val="006F7026"/>
    <w:rsid w:val="00700CDA"/>
    <w:rsid w:val="007066D1"/>
    <w:rsid w:val="00711B8D"/>
    <w:rsid w:val="007234F8"/>
    <w:rsid w:val="007278B8"/>
    <w:rsid w:val="00730675"/>
    <w:rsid w:val="00730BF8"/>
    <w:rsid w:val="00731B55"/>
    <w:rsid w:val="00733C74"/>
    <w:rsid w:val="00733D41"/>
    <w:rsid w:val="00734097"/>
    <w:rsid w:val="00734671"/>
    <w:rsid w:val="00741338"/>
    <w:rsid w:val="007436F1"/>
    <w:rsid w:val="00744647"/>
    <w:rsid w:val="00744C7C"/>
    <w:rsid w:val="007632FB"/>
    <w:rsid w:val="00763856"/>
    <w:rsid w:val="0076457A"/>
    <w:rsid w:val="007646AC"/>
    <w:rsid w:val="00764A22"/>
    <w:rsid w:val="00765EF2"/>
    <w:rsid w:val="00766650"/>
    <w:rsid w:val="00767F3B"/>
    <w:rsid w:val="00770F7A"/>
    <w:rsid w:val="00777862"/>
    <w:rsid w:val="00785918"/>
    <w:rsid w:val="00785C89"/>
    <w:rsid w:val="00785FA6"/>
    <w:rsid w:val="00787BDB"/>
    <w:rsid w:val="0079024D"/>
    <w:rsid w:val="00790A70"/>
    <w:rsid w:val="00791583"/>
    <w:rsid w:val="00794820"/>
    <w:rsid w:val="007A63D8"/>
    <w:rsid w:val="007B0335"/>
    <w:rsid w:val="007B1DBE"/>
    <w:rsid w:val="007B28A4"/>
    <w:rsid w:val="007B2C5A"/>
    <w:rsid w:val="007B532D"/>
    <w:rsid w:val="007B62B8"/>
    <w:rsid w:val="007B6322"/>
    <w:rsid w:val="007C0AFC"/>
    <w:rsid w:val="007C1A4D"/>
    <w:rsid w:val="007C1DD2"/>
    <w:rsid w:val="007C2110"/>
    <w:rsid w:val="007C658C"/>
    <w:rsid w:val="007C704C"/>
    <w:rsid w:val="007D0AE7"/>
    <w:rsid w:val="007D1278"/>
    <w:rsid w:val="007D4BC2"/>
    <w:rsid w:val="007D6636"/>
    <w:rsid w:val="007E1D2A"/>
    <w:rsid w:val="007F06AE"/>
    <w:rsid w:val="007F6CBB"/>
    <w:rsid w:val="007F74E0"/>
    <w:rsid w:val="00804307"/>
    <w:rsid w:val="00805BA5"/>
    <w:rsid w:val="00811AFB"/>
    <w:rsid w:val="00815E41"/>
    <w:rsid w:val="00817F08"/>
    <w:rsid w:val="00820682"/>
    <w:rsid w:val="00820FB8"/>
    <w:rsid w:val="008215B6"/>
    <w:rsid w:val="00821AA8"/>
    <w:rsid w:val="00824B1D"/>
    <w:rsid w:val="00825040"/>
    <w:rsid w:val="00826F1F"/>
    <w:rsid w:val="00835EF6"/>
    <w:rsid w:val="00837525"/>
    <w:rsid w:val="00837CF7"/>
    <w:rsid w:val="00842B94"/>
    <w:rsid w:val="0084344B"/>
    <w:rsid w:val="008477AC"/>
    <w:rsid w:val="00847AD3"/>
    <w:rsid w:val="008540EB"/>
    <w:rsid w:val="00855443"/>
    <w:rsid w:val="00860D26"/>
    <w:rsid w:val="00862201"/>
    <w:rsid w:val="00863F2D"/>
    <w:rsid w:val="00863FD9"/>
    <w:rsid w:val="008656C4"/>
    <w:rsid w:val="00866617"/>
    <w:rsid w:val="00867954"/>
    <w:rsid w:val="00874EFF"/>
    <w:rsid w:val="00876127"/>
    <w:rsid w:val="00877C02"/>
    <w:rsid w:val="00880281"/>
    <w:rsid w:val="008816CD"/>
    <w:rsid w:val="0088214A"/>
    <w:rsid w:val="00882AB9"/>
    <w:rsid w:val="0088716B"/>
    <w:rsid w:val="008914F6"/>
    <w:rsid w:val="008A0379"/>
    <w:rsid w:val="008B0B3E"/>
    <w:rsid w:val="008B1C61"/>
    <w:rsid w:val="008B599C"/>
    <w:rsid w:val="008D2983"/>
    <w:rsid w:val="008D2DE1"/>
    <w:rsid w:val="008D3594"/>
    <w:rsid w:val="008E33FD"/>
    <w:rsid w:val="008E6948"/>
    <w:rsid w:val="008E7888"/>
    <w:rsid w:val="008E7B30"/>
    <w:rsid w:val="008F29D2"/>
    <w:rsid w:val="008F3BF7"/>
    <w:rsid w:val="008F63AB"/>
    <w:rsid w:val="008F719E"/>
    <w:rsid w:val="008F7440"/>
    <w:rsid w:val="0090063C"/>
    <w:rsid w:val="009048C2"/>
    <w:rsid w:val="00907530"/>
    <w:rsid w:val="00907728"/>
    <w:rsid w:val="00907A3D"/>
    <w:rsid w:val="00910CED"/>
    <w:rsid w:val="00911B6F"/>
    <w:rsid w:val="00915976"/>
    <w:rsid w:val="0091778B"/>
    <w:rsid w:val="00917E78"/>
    <w:rsid w:val="0092259D"/>
    <w:rsid w:val="00923D64"/>
    <w:rsid w:val="00924232"/>
    <w:rsid w:val="0093158F"/>
    <w:rsid w:val="0093542F"/>
    <w:rsid w:val="00942A5F"/>
    <w:rsid w:val="00943A12"/>
    <w:rsid w:val="00947030"/>
    <w:rsid w:val="0094737F"/>
    <w:rsid w:val="00952535"/>
    <w:rsid w:val="009531B6"/>
    <w:rsid w:val="00953800"/>
    <w:rsid w:val="00957AB9"/>
    <w:rsid w:val="00960354"/>
    <w:rsid w:val="00966F1B"/>
    <w:rsid w:val="009674B0"/>
    <w:rsid w:val="00970818"/>
    <w:rsid w:val="0097184B"/>
    <w:rsid w:val="00973F8C"/>
    <w:rsid w:val="00975A7D"/>
    <w:rsid w:val="00977B94"/>
    <w:rsid w:val="00977BBD"/>
    <w:rsid w:val="00982F3A"/>
    <w:rsid w:val="009843DF"/>
    <w:rsid w:val="00984D11"/>
    <w:rsid w:val="009921F7"/>
    <w:rsid w:val="00997B99"/>
    <w:rsid w:val="009A1348"/>
    <w:rsid w:val="009A2D9C"/>
    <w:rsid w:val="009B01BB"/>
    <w:rsid w:val="009B22C3"/>
    <w:rsid w:val="009B324E"/>
    <w:rsid w:val="009B6988"/>
    <w:rsid w:val="009B77B6"/>
    <w:rsid w:val="009C3C3E"/>
    <w:rsid w:val="009C538B"/>
    <w:rsid w:val="009D0C07"/>
    <w:rsid w:val="009D5242"/>
    <w:rsid w:val="009D688C"/>
    <w:rsid w:val="009E1CC4"/>
    <w:rsid w:val="009E369E"/>
    <w:rsid w:val="009E4E80"/>
    <w:rsid w:val="009E5EC1"/>
    <w:rsid w:val="009F343E"/>
    <w:rsid w:val="009F567D"/>
    <w:rsid w:val="009F5DF7"/>
    <w:rsid w:val="00A00E0B"/>
    <w:rsid w:val="00A01431"/>
    <w:rsid w:val="00A015F3"/>
    <w:rsid w:val="00A019B3"/>
    <w:rsid w:val="00A027C6"/>
    <w:rsid w:val="00A02E71"/>
    <w:rsid w:val="00A0727D"/>
    <w:rsid w:val="00A10991"/>
    <w:rsid w:val="00A129F0"/>
    <w:rsid w:val="00A14E66"/>
    <w:rsid w:val="00A17900"/>
    <w:rsid w:val="00A21CE3"/>
    <w:rsid w:val="00A24786"/>
    <w:rsid w:val="00A278C3"/>
    <w:rsid w:val="00A27F30"/>
    <w:rsid w:val="00A33442"/>
    <w:rsid w:val="00A36D91"/>
    <w:rsid w:val="00A401EB"/>
    <w:rsid w:val="00A425BF"/>
    <w:rsid w:val="00A42F33"/>
    <w:rsid w:val="00A5048E"/>
    <w:rsid w:val="00A50653"/>
    <w:rsid w:val="00A50661"/>
    <w:rsid w:val="00A521C5"/>
    <w:rsid w:val="00A5420C"/>
    <w:rsid w:val="00A633B5"/>
    <w:rsid w:val="00A72959"/>
    <w:rsid w:val="00A72F0D"/>
    <w:rsid w:val="00A761C0"/>
    <w:rsid w:val="00A77CE1"/>
    <w:rsid w:val="00A8134D"/>
    <w:rsid w:val="00A861CE"/>
    <w:rsid w:val="00A96351"/>
    <w:rsid w:val="00AA73F1"/>
    <w:rsid w:val="00AB7456"/>
    <w:rsid w:val="00AB7D72"/>
    <w:rsid w:val="00AC348A"/>
    <w:rsid w:val="00AC4643"/>
    <w:rsid w:val="00AE1C3D"/>
    <w:rsid w:val="00AE6316"/>
    <w:rsid w:val="00AF2B09"/>
    <w:rsid w:val="00AF40D0"/>
    <w:rsid w:val="00AF44E4"/>
    <w:rsid w:val="00AF5246"/>
    <w:rsid w:val="00B00D73"/>
    <w:rsid w:val="00B0225E"/>
    <w:rsid w:val="00B043D0"/>
    <w:rsid w:val="00B10349"/>
    <w:rsid w:val="00B12C33"/>
    <w:rsid w:val="00B146DA"/>
    <w:rsid w:val="00B14A01"/>
    <w:rsid w:val="00B21E8E"/>
    <w:rsid w:val="00B24D57"/>
    <w:rsid w:val="00B31CC8"/>
    <w:rsid w:val="00B32C68"/>
    <w:rsid w:val="00B404DB"/>
    <w:rsid w:val="00B410E3"/>
    <w:rsid w:val="00B443E3"/>
    <w:rsid w:val="00B50A6E"/>
    <w:rsid w:val="00B540E9"/>
    <w:rsid w:val="00B55952"/>
    <w:rsid w:val="00B5740A"/>
    <w:rsid w:val="00B609EF"/>
    <w:rsid w:val="00B65D53"/>
    <w:rsid w:val="00B66136"/>
    <w:rsid w:val="00B703F6"/>
    <w:rsid w:val="00B72E1A"/>
    <w:rsid w:val="00B776A9"/>
    <w:rsid w:val="00B77FA3"/>
    <w:rsid w:val="00B81191"/>
    <w:rsid w:val="00B82FE7"/>
    <w:rsid w:val="00B8307E"/>
    <w:rsid w:val="00B90CB4"/>
    <w:rsid w:val="00B935EB"/>
    <w:rsid w:val="00B946A1"/>
    <w:rsid w:val="00B95959"/>
    <w:rsid w:val="00B972B1"/>
    <w:rsid w:val="00BA7CC5"/>
    <w:rsid w:val="00BB6C50"/>
    <w:rsid w:val="00BB7F14"/>
    <w:rsid w:val="00BC3AF2"/>
    <w:rsid w:val="00BC773B"/>
    <w:rsid w:val="00BD1BF9"/>
    <w:rsid w:val="00BD1E41"/>
    <w:rsid w:val="00BD1E7D"/>
    <w:rsid w:val="00BE63D9"/>
    <w:rsid w:val="00BF062C"/>
    <w:rsid w:val="00BF20EA"/>
    <w:rsid w:val="00BF53FC"/>
    <w:rsid w:val="00C00693"/>
    <w:rsid w:val="00C00CF6"/>
    <w:rsid w:val="00C021BD"/>
    <w:rsid w:val="00C02EF6"/>
    <w:rsid w:val="00C04E10"/>
    <w:rsid w:val="00C0561D"/>
    <w:rsid w:val="00C13487"/>
    <w:rsid w:val="00C14909"/>
    <w:rsid w:val="00C20F33"/>
    <w:rsid w:val="00C20FB0"/>
    <w:rsid w:val="00C223AD"/>
    <w:rsid w:val="00C22F04"/>
    <w:rsid w:val="00C243FC"/>
    <w:rsid w:val="00C26B80"/>
    <w:rsid w:val="00C27F34"/>
    <w:rsid w:val="00C32321"/>
    <w:rsid w:val="00C37473"/>
    <w:rsid w:val="00C43050"/>
    <w:rsid w:val="00C4614C"/>
    <w:rsid w:val="00C502DB"/>
    <w:rsid w:val="00C55C72"/>
    <w:rsid w:val="00C60DF7"/>
    <w:rsid w:val="00C6179D"/>
    <w:rsid w:val="00C626D4"/>
    <w:rsid w:val="00C6397B"/>
    <w:rsid w:val="00C64790"/>
    <w:rsid w:val="00C64B27"/>
    <w:rsid w:val="00C66FF3"/>
    <w:rsid w:val="00C67374"/>
    <w:rsid w:val="00C74217"/>
    <w:rsid w:val="00C751AD"/>
    <w:rsid w:val="00C858B6"/>
    <w:rsid w:val="00C85B40"/>
    <w:rsid w:val="00C87573"/>
    <w:rsid w:val="00C90AE2"/>
    <w:rsid w:val="00C93881"/>
    <w:rsid w:val="00C96DA2"/>
    <w:rsid w:val="00CA1D57"/>
    <w:rsid w:val="00CA7F73"/>
    <w:rsid w:val="00CB7FA5"/>
    <w:rsid w:val="00CC0AFB"/>
    <w:rsid w:val="00CC465E"/>
    <w:rsid w:val="00CC54C5"/>
    <w:rsid w:val="00CC64DE"/>
    <w:rsid w:val="00CC69CE"/>
    <w:rsid w:val="00CC78D7"/>
    <w:rsid w:val="00CC7DD3"/>
    <w:rsid w:val="00CD33DD"/>
    <w:rsid w:val="00CD50E4"/>
    <w:rsid w:val="00CD67B4"/>
    <w:rsid w:val="00CD6B2D"/>
    <w:rsid w:val="00CE1768"/>
    <w:rsid w:val="00CE18EF"/>
    <w:rsid w:val="00CE3D30"/>
    <w:rsid w:val="00CE411A"/>
    <w:rsid w:val="00CE6DC1"/>
    <w:rsid w:val="00CE6DD0"/>
    <w:rsid w:val="00CF0750"/>
    <w:rsid w:val="00CF6300"/>
    <w:rsid w:val="00D026BF"/>
    <w:rsid w:val="00D072FD"/>
    <w:rsid w:val="00D15BE8"/>
    <w:rsid w:val="00D17A3E"/>
    <w:rsid w:val="00D220EF"/>
    <w:rsid w:val="00D24B04"/>
    <w:rsid w:val="00D26E80"/>
    <w:rsid w:val="00D311E4"/>
    <w:rsid w:val="00D31FE1"/>
    <w:rsid w:val="00D326F4"/>
    <w:rsid w:val="00D32769"/>
    <w:rsid w:val="00D35469"/>
    <w:rsid w:val="00D44BD2"/>
    <w:rsid w:val="00D4635B"/>
    <w:rsid w:val="00D51005"/>
    <w:rsid w:val="00D5551E"/>
    <w:rsid w:val="00D55EE7"/>
    <w:rsid w:val="00D5681D"/>
    <w:rsid w:val="00D56856"/>
    <w:rsid w:val="00D6032A"/>
    <w:rsid w:val="00D6074A"/>
    <w:rsid w:val="00D61649"/>
    <w:rsid w:val="00D619D0"/>
    <w:rsid w:val="00D65A4C"/>
    <w:rsid w:val="00D710FE"/>
    <w:rsid w:val="00D7287E"/>
    <w:rsid w:val="00D75E55"/>
    <w:rsid w:val="00D76BBE"/>
    <w:rsid w:val="00D77F77"/>
    <w:rsid w:val="00D821C0"/>
    <w:rsid w:val="00D8259D"/>
    <w:rsid w:val="00D846DB"/>
    <w:rsid w:val="00D87E17"/>
    <w:rsid w:val="00D9055E"/>
    <w:rsid w:val="00D911A6"/>
    <w:rsid w:val="00D95CE2"/>
    <w:rsid w:val="00D970EF"/>
    <w:rsid w:val="00DA6114"/>
    <w:rsid w:val="00DA61FE"/>
    <w:rsid w:val="00DB059A"/>
    <w:rsid w:val="00DB1A55"/>
    <w:rsid w:val="00DB25FD"/>
    <w:rsid w:val="00DB527D"/>
    <w:rsid w:val="00DB5793"/>
    <w:rsid w:val="00DB6081"/>
    <w:rsid w:val="00DB6B72"/>
    <w:rsid w:val="00DB79B5"/>
    <w:rsid w:val="00DC126B"/>
    <w:rsid w:val="00DC2341"/>
    <w:rsid w:val="00DC23F9"/>
    <w:rsid w:val="00DC24EA"/>
    <w:rsid w:val="00DC3786"/>
    <w:rsid w:val="00DC62E8"/>
    <w:rsid w:val="00DD0B72"/>
    <w:rsid w:val="00DD1A60"/>
    <w:rsid w:val="00DD2355"/>
    <w:rsid w:val="00DD38A1"/>
    <w:rsid w:val="00DD46F7"/>
    <w:rsid w:val="00DD4FCB"/>
    <w:rsid w:val="00DE1D2E"/>
    <w:rsid w:val="00DE1D54"/>
    <w:rsid w:val="00DE3399"/>
    <w:rsid w:val="00DE4377"/>
    <w:rsid w:val="00DE57C0"/>
    <w:rsid w:val="00DE5B16"/>
    <w:rsid w:val="00DF2FD7"/>
    <w:rsid w:val="00DF79D0"/>
    <w:rsid w:val="00E14745"/>
    <w:rsid w:val="00E14E16"/>
    <w:rsid w:val="00E2402B"/>
    <w:rsid w:val="00E244CD"/>
    <w:rsid w:val="00E24C47"/>
    <w:rsid w:val="00E266E3"/>
    <w:rsid w:val="00E26897"/>
    <w:rsid w:val="00E26F89"/>
    <w:rsid w:val="00E27759"/>
    <w:rsid w:val="00E30723"/>
    <w:rsid w:val="00E331AF"/>
    <w:rsid w:val="00E34801"/>
    <w:rsid w:val="00E42140"/>
    <w:rsid w:val="00E425FB"/>
    <w:rsid w:val="00E427A6"/>
    <w:rsid w:val="00E4387A"/>
    <w:rsid w:val="00E52259"/>
    <w:rsid w:val="00E5446F"/>
    <w:rsid w:val="00E56A41"/>
    <w:rsid w:val="00E56DC6"/>
    <w:rsid w:val="00E624A6"/>
    <w:rsid w:val="00E644E0"/>
    <w:rsid w:val="00E65080"/>
    <w:rsid w:val="00E66D15"/>
    <w:rsid w:val="00E67AB0"/>
    <w:rsid w:val="00E718ED"/>
    <w:rsid w:val="00E7379E"/>
    <w:rsid w:val="00E750AC"/>
    <w:rsid w:val="00E77E35"/>
    <w:rsid w:val="00E81016"/>
    <w:rsid w:val="00E8347C"/>
    <w:rsid w:val="00E8398B"/>
    <w:rsid w:val="00E84626"/>
    <w:rsid w:val="00E847EB"/>
    <w:rsid w:val="00E871DF"/>
    <w:rsid w:val="00EA06E7"/>
    <w:rsid w:val="00EA4BA5"/>
    <w:rsid w:val="00EB0822"/>
    <w:rsid w:val="00EB42B5"/>
    <w:rsid w:val="00EB58D0"/>
    <w:rsid w:val="00EC17F9"/>
    <w:rsid w:val="00EC2BBA"/>
    <w:rsid w:val="00EC4458"/>
    <w:rsid w:val="00EC4E41"/>
    <w:rsid w:val="00EC6A2E"/>
    <w:rsid w:val="00ED2D3F"/>
    <w:rsid w:val="00EE28A3"/>
    <w:rsid w:val="00EE5764"/>
    <w:rsid w:val="00EF07DF"/>
    <w:rsid w:val="00EF1600"/>
    <w:rsid w:val="00EF570C"/>
    <w:rsid w:val="00EF5823"/>
    <w:rsid w:val="00EF7778"/>
    <w:rsid w:val="00EF78D9"/>
    <w:rsid w:val="00F02D98"/>
    <w:rsid w:val="00F07293"/>
    <w:rsid w:val="00F07F28"/>
    <w:rsid w:val="00F1177C"/>
    <w:rsid w:val="00F15F42"/>
    <w:rsid w:val="00F175CB"/>
    <w:rsid w:val="00F21164"/>
    <w:rsid w:val="00F234EB"/>
    <w:rsid w:val="00F247AB"/>
    <w:rsid w:val="00F251BA"/>
    <w:rsid w:val="00F26A63"/>
    <w:rsid w:val="00F26AFE"/>
    <w:rsid w:val="00F3310B"/>
    <w:rsid w:val="00F40597"/>
    <w:rsid w:val="00F4133A"/>
    <w:rsid w:val="00F42647"/>
    <w:rsid w:val="00F46377"/>
    <w:rsid w:val="00F467C1"/>
    <w:rsid w:val="00F47719"/>
    <w:rsid w:val="00F5477F"/>
    <w:rsid w:val="00F60B90"/>
    <w:rsid w:val="00F65935"/>
    <w:rsid w:val="00F67430"/>
    <w:rsid w:val="00F67B68"/>
    <w:rsid w:val="00F67C35"/>
    <w:rsid w:val="00F71673"/>
    <w:rsid w:val="00F724F2"/>
    <w:rsid w:val="00F7426D"/>
    <w:rsid w:val="00F75063"/>
    <w:rsid w:val="00F75679"/>
    <w:rsid w:val="00F75D23"/>
    <w:rsid w:val="00F80107"/>
    <w:rsid w:val="00F86A8F"/>
    <w:rsid w:val="00F94594"/>
    <w:rsid w:val="00F95EF3"/>
    <w:rsid w:val="00F95F18"/>
    <w:rsid w:val="00FA1CFD"/>
    <w:rsid w:val="00FA2881"/>
    <w:rsid w:val="00FA4DC7"/>
    <w:rsid w:val="00FA7E16"/>
    <w:rsid w:val="00FB0978"/>
    <w:rsid w:val="00FB0B6A"/>
    <w:rsid w:val="00FB38A7"/>
    <w:rsid w:val="00FB38B8"/>
    <w:rsid w:val="00FB3A31"/>
    <w:rsid w:val="00FB4B4D"/>
    <w:rsid w:val="00FB5962"/>
    <w:rsid w:val="00FC0CC8"/>
    <w:rsid w:val="00FC304C"/>
    <w:rsid w:val="00FC56DD"/>
    <w:rsid w:val="00FC5FFF"/>
    <w:rsid w:val="00FC7CC1"/>
    <w:rsid w:val="00FD0B67"/>
    <w:rsid w:val="00FD1B07"/>
    <w:rsid w:val="00FD50E5"/>
    <w:rsid w:val="00FD5998"/>
    <w:rsid w:val="00FD7CE8"/>
    <w:rsid w:val="00FE67A7"/>
    <w:rsid w:val="00FE7371"/>
    <w:rsid w:val="00FF2606"/>
    <w:rsid w:val="00FF5CD4"/>
    <w:rsid w:val="00FF6E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285E0"/>
  <w15:chartTrackingRefBased/>
  <w15:docId w15:val="{E47F252A-04E2-4A12-B081-63407C28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5918"/>
    <w:pPr>
      <w:spacing w:after="225" w:line="276" w:lineRule="auto"/>
    </w:pPr>
    <w:rPr>
      <w:sz w:val="24"/>
      <w:szCs w:val="21"/>
      <w:lang w:val="en-US" w:eastAsia="en-US"/>
    </w:rPr>
  </w:style>
  <w:style w:type="paragraph" w:styleId="Heading1">
    <w:name w:val="heading 1"/>
    <w:basedOn w:val="Normal"/>
    <w:next w:val="Normal"/>
    <w:link w:val="Heading1Char"/>
    <w:uiPriority w:val="9"/>
    <w:qFormat/>
    <w:rsid w:val="00785918"/>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785918"/>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785918"/>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785918"/>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785918"/>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785918"/>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785918"/>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785918"/>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785918"/>
    <w:pPr>
      <w:keepNext/>
      <w:keepLines/>
      <w:spacing w:before="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0E4123"/>
    <w:pPr>
      <w:pBdr>
        <w:top w:val="single" w:sz="6" w:space="8" w:color="969696"/>
        <w:bottom w:val="single" w:sz="6" w:space="8" w:color="969696"/>
      </w:pBdr>
      <w:spacing w:after="405" w:line="240" w:lineRule="auto"/>
      <w:contextualSpacing/>
      <w:jc w:val="center"/>
      <w:outlineLvl w:val="1"/>
    </w:pPr>
    <w:rPr>
      <w:rFonts w:ascii="Calibri Light" w:hAnsi="Calibri Light"/>
      <w:b/>
      <w:caps/>
      <w:spacing w:val="30"/>
      <w:sz w:val="48"/>
      <w:szCs w:val="48"/>
    </w:rPr>
  </w:style>
  <w:style w:type="paragraph" w:customStyle="1" w:styleId="CopyrightandTOCTitle">
    <w:name w:val="Copyright and TOC Title"/>
    <w:next w:val="Normal"/>
    <w:rsid w:val="00785918"/>
    <w:pPr>
      <w:spacing w:line="300" w:lineRule="auto"/>
    </w:pPr>
    <w:rPr>
      <w:rFonts w:ascii="Tahoma" w:hAnsi="Tahoma"/>
      <w:b/>
      <w:smallCaps/>
      <w:color w:val="6E9400"/>
      <w:sz w:val="32"/>
      <w:szCs w:val="21"/>
      <w:lang w:val="en-US" w:eastAsia="en-US"/>
    </w:rPr>
  </w:style>
  <w:style w:type="paragraph" w:styleId="BalloonText">
    <w:name w:val="Balloon Text"/>
    <w:basedOn w:val="Normal"/>
    <w:link w:val="BalloonTextChar"/>
    <w:rsid w:val="00785918"/>
    <w:rPr>
      <w:rFonts w:ascii="Tahoma" w:hAnsi="Tahoma" w:cs="Tahoma"/>
      <w:sz w:val="16"/>
      <w:szCs w:val="16"/>
    </w:rPr>
  </w:style>
  <w:style w:type="character" w:customStyle="1" w:styleId="BalloonTextChar">
    <w:name w:val="Balloon Text Char"/>
    <w:link w:val="BalloonText"/>
    <w:rsid w:val="00785918"/>
    <w:rPr>
      <w:rFonts w:ascii="Tahoma" w:hAnsi="Tahoma" w:cs="Tahoma"/>
      <w:sz w:val="16"/>
      <w:szCs w:val="16"/>
      <w:lang w:val="en-US" w:eastAsia="en-US"/>
    </w:rPr>
  </w:style>
  <w:style w:type="character" w:styleId="Hyperlink">
    <w:name w:val="Hyperlink"/>
    <w:uiPriority w:val="99"/>
    <w:unhideWhenUsed/>
    <w:rsid w:val="00785918"/>
    <w:rPr>
      <w:color w:val="A71D41"/>
      <w:u w:val="single"/>
    </w:rPr>
  </w:style>
  <w:style w:type="paragraph" w:customStyle="1" w:styleId="Sub-Title">
    <w:name w:val="Sub-Title"/>
    <w:basedOn w:val="Normal"/>
    <w:next w:val="Normal"/>
    <w:link w:val="Sub-TitleChar"/>
    <w:autoRedefine/>
    <w:qFormat/>
    <w:rsid w:val="002F61DA"/>
    <w:pPr>
      <w:spacing w:before="440" w:after="220"/>
    </w:pPr>
    <w:rPr>
      <w:rFonts w:cs="Calibri"/>
      <w:b/>
      <w:spacing w:val="3"/>
      <w:sz w:val="28"/>
      <w:szCs w:val="28"/>
    </w:rPr>
  </w:style>
  <w:style w:type="numbering" w:customStyle="1" w:styleId="DefaultNumbers">
    <w:name w:val="Default Numbers"/>
    <w:basedOn w:val="NoList"/>
    <w:rsid w:val="00785918"/>
    <w:pPr>
      <w:numPr>
        <w:numId w:val="2"/>
      </w:numPr>
    </w:pPr>
  </w:style>
  <w:style w:type="character" w:customStyle="1" w:styleId="TitleChar">
    <w:name w:val="Title Char"/>
    <w:aliases w:val="Session Title Char"/>
    <w:link w:val="Title"/>
    <w:rsid w:val="000E4123"/>
    <w:rPr>
      <w:rFonts w:ascii="Calibri Light" w:hAnsi="Calibri Light"/>
      <w:b/>
      <w:caps/>
      <w:spacing w:val="30"/>
      <w:sz w:val="48"/>
      <w:szCs w:val="48"/>
      <w:lang w:val="en-US" w:eastAsia="en-US"/>
    </w:rPr>
  </w:style>
  <w:style w:type="paragraph" w:customStyle="1" w:styleId="Sub-Session">
    <w:name w:val="Sub-Session"/>
    <w:basedOn w:val="Title"/>
    <w:next w:val="Normal"/>
    <w:link w:val="Sub-SessionChar"/>
    <w:autoRedefine/>
    <w:qFormat/>
    <w:rsid w:val="00785918"/>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2F61DA"/>
    <w:rPr>
      <w:rFonts w:cs="Calibri"/>
      <w:b/>
      <w:spacing w:val="3"/>
      <w:sz w:val="28"/>
      <w:szCs w:val="28"/>
      <w:lang w:val="en-US" w:eastAsia="en-US"/>
    </w:rPr>
  </w:style>
  <w:style w:type="paragraph" w:customStyle="1" w:styleId="TableHeading">
    <w:name w:val="Table Heading"/>
    <w:basedOn w:val="Normal"/>
    <w:next w:val="Normal"/>
    <w:qFormat/>
    <w:rsid w:val="00785918"/>
    <w:pPr>
      <w:jc w:val="center"/>
    </w:pPr>
    <w:rPr>
      <w:b/>
      <w:bCs/>
      <w:szCs w:val="24"/>
    </w:rPr>
  </w:style>
  <w:style w:type="paragraph" w:customStyle="1" w:styleId="AgendaTitle">
    <w:name w:val="Agenda Title"/>
    <w:basedOn w:val="Title"/>
    <w:link w:val="AgendaTitleChar"/>
    <w:qFormat/>
    <w:rsid w:val="00785918"/>
    <w:rPr>
      <w:smallCaps/>
    </w:rPr>
  </w:style>
  <w:style w:type="paragraph" w:styleId="TOC1">
    <w:name w:val="toc 1"/>
    <w:basedOn w:val="Normal"/>
    <w:next w:val="Normal"/>
    <w:autoRedefine/>
    <w:uiPriority w:val="39"/>
    <w:qFormat/>
    <w:rsid w:val="00785918"/>
    <w:pPr>
      <w:spacing w:before="240" w:after="240"/>
    </w:pPr>
    <w:rPr>
      <w:b/>
      <w:bCs/>
    </w:rPr>
  </w:style>
  <w:style w:type="paragraph" w:styleId="TOC2">
    <w:name w:val="toc 2"/>
    <w:basedOn w:val="Normal"/>
    <w:next w:val="Normal"/>
    <w:autoRedefine/>
    <w:uiPriority w:val="39"/>
    <w:qFormat/>
    <w:rsid w:val="00785918"/>
    <w:pPr>
      <w:spacing w:before="120" w:after="120"/>
    </w:pPr>
    <w:rPr>
      <w:b/>
      <w:iCs/>
      <w:sz w:val="20"/>
    </w:rPr>
  </w:style>
  <w:style w:type="paragraph" w:styleId="TOC3">
    <w:name w:val="toc 3"/>
    <w:basedOn w:val="Normal"/>
    <w:next w:val="Normal"/>
    <w:autoRedefine/>
    <w:uiPriority w:val="39"/>
    <w:qFormat/>
    <w:rsid w:val="00785918"/>
    <w:pPr>
      <w:tabs>
        <w:tab w:val="right" w:leader="dot" w:pos="8630"/>
      </w:tabs>
      <w:spacing w:after="200"/>
      <w:ind w:left="480"/>
    </w:pPr>
    <w:rPr>
      <w:sz w:val="20"/>
    </w:rPr>
  </w:style>
  <w:style w:type="paragraph" w:customStyle="1" w:styleId="ImportantBulletPoint">
    <w:name w:val="Important Bullet Point"/>
    <w:basedOn w:val="Normal"/>
    <w:rsid w:val="00785918"/>
    <w:pPr>
      <w:numPr>
        <w:numId w:val="10"/>
      </w:numPr>
      <w:spacing w:line="240" w:lineRule="auto"/>
    </w:pPr>
    <w:rPr>
      <w:b/>
      <w:bCs/>
    </w:rPr>
  </w:style>
  <w:style w:type="paragraph" w:customStyle="1" w:styleId="Time">
    <w:name w:val="Time"/>
    <w:next w:val="Normal"/>
    <w:link w:val="TimeChar"/>
    <w:qFormat/>
    <w:rsid w:val="00785918"/>
    <w:pPr>
      <w:spacing w:after="240" w:line="276" w:lineRule="auto"/>
    </w:pPr>
    <w:rPr>
      <w:rFonts w:asciiTheme="minorHAnsi" w:hAnsiTheme="minorHAnsi"/>
      <w:i/>
      <w:sz w:val="28"/>
      <w:szCs w:val="21"/>
      <w:lang w:val="en-US" w:eastAsia="en-US"/>
    </w:rPr>
  </w:style>
  <w:style w:type="numbering" w:customStyle="1" w:styleId="DocumentBullets">
    <w:name w:val="Document Bullets"/>
    <w:basedOn w:val="NoList"/>
    <w:rsid w:val="00785918"/>
    <w:pPr>
      <w:numPr>
        <w:numId w:val="1"/>
      </w:numPr>
    </w:pPr>
  </w:style>
  <w:style w:type="character" w:customStyle="1" w:styleId="AgendaTitleChar">
    <w:name w:val="Agenda Title Char"/>
    <w:link w:val="AgendaTitle"/>
    <w:rsid w:val="00785918"/>
    <w:rPr>
      <w:rFonts w:ascii="Calibri Light" w:hAnsi="Calibri Light"/>
      <w:b/>
      <w:caps/>
      <w:smallCaps/>
      <w:spacing w:val="30"/>
      <w:sz w:val="48"/>
      <w:szCs w:val="48"/>
      <w:lang w:val="en-US" w:eastAsia="en-US"/>
    </w:rPr>
  </w:style>
  <w:style w:type="table" w:customStyle="1" w:styleId="FancyTables">
    <w:name w:val="Fancy Tables"/>
    <w:basedOn w:val="TableNormal"/>
    <w:rsid w:val="00785918"/>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785918"/>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785918"/>
    <w:rPr>
      <w:b/>
      <w:bCs/>
      <w:szCs w:val="24"/>
    </w:rPr>
  </w:style>
  <w:style w:type="character" w:customStyle="1" w:styleId="ImportantPointChar">
    <w:name w:val="Important Point Char"/>
    <w:link w:val="ImportantPoint"/>
    <w:rsid w:val="00785918"/>
    <w:rPr>
      <w:b/>
      <w:bCs/>
      <w:sz w:val="24"/>
      <w:szCs w:val="24"/>
      <w:lang w:val="en-US" w:eastAsia="en-US"/>
    </w:rPr>
  </w:style>
  <w:style w:type="paragraph" w:styleId="Header">
    <w:name w:val="header"/>
    <w:basedOn w:val="Normal"/>
    <w:link w:val="HeaderChar"/>
    <w:rsid w:val="00785918"/>
    <w:pPr>
      <w:tabs>
        <w:tab w:val="center" w:pos="4680"/>
        <w:tab w:val="right" w:pos="9360"/>
      </w:tabs>
    </w:pPr>
  </w:style>
  <w:style w:type="character" w:customStyle="1" w:styleId="HeaderChar">
    <w:name w:val="Header Char"/>
    <w:link w:val="Header"/>
    <w:rsid w:val="00785918"/>
    <w:rPr>
      <w:sz w:val="24"/>
      <w:szCs w:val="21"/>
      <w:lang w:val="en-US" w:eastAsia="en-US"/>
    </w:rPr>
  </w:style>
  <w:style w:type="paragraph" w:styleId="Footer">
    <w:name w:val="footer"/>
    <w:basedOn w:val="Normal"/>
    <w:link w:val="FooterChar"/>
    <w:rsid w:val="00785918"/>
    <w:pPr>
      <w:tabs>
        <w:tab w:val="center" w:pos="4680"/>
        <w:tab w:val="right" w:pos="9360"/>
      </w:tabs>
    </w:pPr>
  </w:style>
  <w:style w:type="character" w:customStyle="1" w:styleId="FooterChar">
    <w:name w:val="Footer Char"/>
    <w:link w:val="Footer"/>
    <w:rsid w:val="00785918"/>
    <w:rPr>
      <w:sz w:val="24"/>
      <w:szCs w:val="21"/>
      <w:lang w:val="en-US" w:eastAsia="en-US"/>
    </w:rPr>
  </w:style>
  <w:style w:type="character" w:customStyle="1" w:styleId="TimeChar">
    <w:name w:val="Time Char"/>
    <w:link w:val="Time"/>
    <w:rsid w:val="00785918"/>
    <w:rPr>
      <w:rFonts w:asciiTheme="minorHAnsi" w:hAnsiTheme="minorHAnsi"/>
      <w:i/>
      <w:sz w:val="28"/>
      <w:szCs w:val="21"/>
      <w:lang w:val="en-US" w:eastAsia="en-US"/>
    </w:rPr>
  </w:style>
  <w:style w:type="character" w:customStyle="1" w:styleId="UnresolvedMention1">
    <w:name w:val="Unresolved Mention1"/>
    <w:uiPriority w:val="99"/>
    <w:semiHidden/>
    <w:unhideWhenUsed/>
    <w:rsid w:val="00785918"/>
    <w:rPr>
      <w:color w:val="808080"/>
      <w:shd w:val="clear" w:color="auto" w:fill="E6E6E6"/>
    </w:rPr>
  </w:style>
  <w:style w:type="paragraph" w:styleId="ListParagraph">
    <w:name w:val="List Paragraph"/>
    <w:basedOn w:val="Normal"/>
    <w:link w:val="ListParagraphChar"/>
    <w:uiPriority w:val="34"/>
    <w:rsid w:val="00785918"/>
    <w:pPr>
      <w:ind w:left="720"/>
      <w:contextualSpacing/>
    </w:pPr>
  </w:style>
  <w:style w:type="character" w:customStyle="1" w:styleId="ListParagraphChar">
    <w:name w:val="List Paragraph Char"/>
    <w:link w:val="ListParagraph"/>
    <w:uiPriority w:val="34"/>
    <w:locked/>
    <w:rsid w:val="00785918"/>
    <w:rPr>
      <w:sz w:val="24"/>
      <w:szCs w:val="21"/>
      <w:lang w:val="en-US" w:eastAsia="en-US"/>
    </w:rPr>
  </w:style>
  <w:style w:type="character" w:styleId="Strong">
    <w:name w:val="Strong"/>
    <w:uiPriority w:val="22"/>
    <w:rsid w:val="00785918"/>
    <w:rPr>
      <w:b/>
      <w:bCs/>
    </w:rPr>
  </w:style>
  <w:style w:type="character" w:styleId="CommentReference">
    <w:name w:val="annotation reference"/>
    <w:uiPriority w:val="99"/>
    <w:rsid w:val="00785918"/>
    <w:rPr>
      <w:sz w:val="16"/>
      <w:szCs w:val="16"/>
    </w:rPr>
  </w:style>
  <w:style w:type="paragraph" w:styleId="CommentText">
    <w:name w:val="annotation text"/>
    <w:basedOn w:val="Normal"/>
    <w:link w:val="CommentTextChar"/>
    <w:uiPriority w:val="99"/>
    <w:rsid w:val="00785918"/>
    <w:rPr>
      <w:sz w:val="20"/>
    </w:rPr>
  </w:style>
  <w:style w:type="character" w:customStyle="1" w:styleId="CommentTextChar">
    <w:name w:val="Comment Text Char"/>
    <w:link w:val="CommentText"/>
    <w:uiPriority w:val="99"/>
    <w:rsid w:val="00785918"/>
    <w:rPr>
      <w:szCs w:val="21"/>
      <w:lang w:val="en-US" w:eastAsia="en-US"/>
    </w:rPr>
  </w:style>
  <w:style w:type="paragraph" w:styleId="CommentSubject">
    <w:name w:val="annotation subject"/>
    <w:basedOn w:val="CommentText"/>
    <w:next w:val="CommentText"/>
    <w:link w:val="CommentSubjectChar"/>
    <w:rsid w:val="00785918"/>
    <w:rPr>
      <w:b/>
      <w:bCs/>
    </w:rPr>
  </w:style>
  <w:style w:type="character" w:customStyle="1" w:styleId="CommentSubjectChar">
    <w:name w:val="Comment Subject Char"/>
    <w:link w:val="CommentSubject"/>
    <w:rsid w:val="00785918"/>
    <w:rPr>
      <w:b/>
      <w:bCs/>
      <w:szCs w:val="21"/>
      <w:lang w:val="en-US" w:eastAsia="en-US"/>
    </w:rPr>
  </w:style>
  <w:style w:type="character" w:customStyle="1" w:styleId="Heading2Char">
    <w:name w:val="Heading 2 Char"/>
    <w:link w:val="Heading2"/>
    <w:uiPriority w:val="9"/>
    <w:rsid w:val="00785918"/>
    <w:rPr>
      <w:rFonts w:ascii="Calibri Light" w:hAnsi="Calibri Light"/>
      <w:sz w:val="32"/>
      <w:szCs w:val="32"/>
      <w:lang w:val="en-US" w:eastAsia="en-US"/>
    </w:rPr>
  </w:style>
  <w:style w:type="character" w:customStyle="1" w:styleId="Heading3Char">
    <w:name w:val="Heading 3 Char"/>
    <w:link w:val="Heading3"/>
    <w:uiPriority w:val="9"/>
    <w:rsid w:val="00785918"/>
    <w:rPr>
      <w:rFonts w:ascii="Calibri Light" w:hAnsi="Calibri Light"/>
      <w:sz w:val="32"/>
      <w:szCs w:val="32"/>
      <w:lang w:val="en-US" w:eastAsia="en-US"/>
    </w:rPr>
  </w:style>
  <w:style w:type="character" w:customStyle="1" w:styleId="Heading4Char">
    <w:name w:val="Heading 4 Char"/>
    <w:link w:val="Heading4"/>
    <w:uiPriority w:val="9"/>
    <w:rsid w:val="00785918"/>
    <w:rPr>
      <w:rFonts w:ascii="Calibri Light" w:hAnsi="Calibri Light"/>
      <w:i/>
      <w:iCs/>
      <w:sz w:val="30"/>
      <w:szCs w:val="30"/>
      <w:lang w:val="en-US" w:eastAsia="en-US"/>
    </w:rPr>
  </w:style>
  <w:style w:type="character" w:customStyle="1" w:styleId="Heading5Char">
    <w:name w:val="Heading 5 Char"/>
    <w:link w:val="Heading5"/>
    <w:uiPriority w:val="9"/>
    <w:semiHidden/>
    <w:rsid w:val="00785918"/>
    <w:rPr>
      <w:rFonts w:ascii="Calibri Light" w:hAnsi="Calibri Light"/>
      <w:sz w:val="28"/>
      <w:szCs w:val="28"/>
      <w:lang w:val="en-US" w:eastAsia="en-US"/>
    </w:rPr>
  </w:style>
  <w:style w:type="character" w:customStyle="1" w:styleId="Heading6Char">
    <w:name w:val="Heading 6 Char"/>
    <w:link w:val="Heading6"/>
    <w:uiPriority w:val="9"/>
    <w:semiHidden/>
    <w:rsid w:val="00785918"/>
    <w:rPr>
      <w:rFonts w:ascii="Calibri Light" w:hAnsi="Calibri Light"/>
      <w:i/>
      <w:iCs/>
      <w:sz w:val="26"/>
      <w:szCs w:val="26"/>
      <w:lang w:val="en-US" w:eastAsia="en-US"/>
    </w:rPr>
  </w:style>
  <w:style w:type="character" w:customStyle="1" w:styleId="Heading7Char">
    <w:name w:val="Heading 7 Char"/>
    <w:link w:val="Heading7"/>
    <w:uiPriority w:val="9"/>
    <w:semiHidden/>
    <w:rsid w:val="00785918"/>
    <w:rPr>
      <w:rFonts w:ascii="Calibri Light" w:hAnsi="Calibri Light"/>
      <w:sz w:val="24"/>
      <w:szCs w:val="24"/>
      <w:lang w:val="en-US" w:eastAsia="en-US"/>
    </w:rPr>
  </w:style>
  <w:style w:type="character" w:customStyle="1" w:styleId="Heading8Char">
    <w:name w:val="Heading 8 Char"/>
    <w:link w:val="Heading8"/>
    <w:uiPriority w:val="9"/>
    <w:semiHidden/>
    <w:rsid w:val="00785918"/>
    <w:rPr>
      <w:rFonts w:ascii="Calibri Light" w:hAnsi="Calibri Light"/>
      <w:i/>
      <w:iCs/>
      <w:sz w:val="22"/>
      <w:szCs w:val="22"/>
      <w:lang w:val="en-US" w:eastAsia="en-US"/>
    </w:rPr>
  </w:style>
  <w:style w:type="character" w:customStyle="1" w:styleId="Heading9Char">
    <w:name w:val="Heading 9 Char"/>
    <w:link w:val="Heading9"/>
    <w:uiPriority w:val="9"/>
    <w:semiHidden/>
    <w:rsid w:val="00785918"/>
    <w:rPr>
      <w:b/>
      <w:bCs/>
      <w:i/>
      <w:iCs/>
      <w:sz w:val="24"/>
      <w:szCs w:val="21"/>
      <w:lang w:val="en-US" w:eastAsia="en-US"/>
    </w:rPr>
  </w:style>
  <w:style w:type="paragraph" w:styleId="Caption">
    <w:name w:val="caption"/>
    <w:basedOn w:val="Normal"/>
    <w:next w:val="Normal"/>
    <w:uiPriority w:val="35"/>
    <w:semiHidden/>
    <w:unhideWhenUsed/>
    <w:qFormat/>
    <w:rsid w:val="00785918"/>
    <w:pPr>
      <w:spacing w:line="240" w:lineRule="auto"/>
    </w:pPr>
    <w:rPr>
      <w:b/>
      <w:bCs/>
      <w:color w:val="404040"/>
      <w:sz w:val="16"/>
      <w:szCs w:val="16"/>
    </w:rPr>
  </w:style>
  <w:style w:type="paragraph" w:styleId="Subtitle">
    <w:name w:val="Subtitle"/>
    <w:basedOn w:val="Normal"/>
    <w:next w:val="Normal"/>
    <w:link w:val="SubtitleChar"/>
    <w:uiPriority w:val="11"/>
    <w:rsid w:val="00785918"/>
    <w:pPr>
      <w:numPr>
        <w:ilvl w:val="1"/>
      </w:numPr>
      <w:jc w:val="center"/>
    </w:pPr>
    <w:rPr>
      <w:color w:val="000000"/>
      <w:sz w:val="28"/>
      <w:szCs w:val="28"/>
    </w:rPr>
  </w:style>
  <w:style w:type="character" w:customStyle="1" w:styleId="SubtitleChar">
    <w:name w:val="Subtitle Char"/>
    <w:link w:val="Subtitle"/>
    <w:uiPriority w:val="11"/>
    <w:rsid w:val="00785918"/>
    <w:rPr>
      <w:color w:val="000000"/>
      <w:sz w:val="28"/>
      <w:szCs w:val="28"/>
      <w:lang w:val="en-US" w:eastAsia="en-US"/>
    </w:rPr>
  </w:style>
  <w:style w:type="character" w:styleId="Emphasis">
    <w:name w:val="Emphasis"/>
    <w:uiPriority w:val="20"/>
    <w:rsid w:val="00785918"/>
    <w:rPr>
      <w:i/>
      <w:iCs/>
      <w:color w:val="000000"/>
    </w:rPr>
  </w:style>
  <w:style w:type="paragraph" w:styleId="NoSpacing">
    <w:name w:val="No Spacing"/>
    <w:uiPriority w:val="1"/>
    <w:qFormat/>
    <w:rsid w:val="00785918"/>
    <w:rPr>
      <w:sz w:val="21"/>
      <w:szCs w:val="21"/>
      <w:lang w:val="en-US" w:eastAsia="en-US"/>
    </w:rPr>
  </w:style>
  <w:style w:type="paragraph" w:styleId="Quote">
    <w:name w:val="Quote"/>
    <w:basedOn w:val="Normal"/>
    <w:next w:val="Normal"/>
    <w:link w:val="QuoteChar"/>
    <w:uiPriority w:val="29"/>
    <w:rsid w:val="00785918"/>
    <w:pPr>
      <w:spacing w:before="160"/>
      <w:ind w:left="720" w:right="720"/>
      <w:jc w:val="center"/>
    </w:pPr>
    <w:rPr>
      <w:i/>
      <w:iCs/>
      <w:color w:val="707070"/>
      <w:szCs w:val="24"/>
    </w:rPr>
  </w:style>
  <w:style w:type="character" w:customStyle="1" w:styleId="QuoteChar">
    <w:name w:val="Quote Char"/>
    <w:link w:val="Quote"/>
    <w:uiPriority w:val="29"/>
    <w:rsid w:val="00785918"/>
    <w:rPr>
      <w:i/>
      <w:iCs/>
      <w:color w:val="707070"/>
      <w:sz w:val="24"/>
      <w:szCs w:val="24"/>
      <w:lang w:val="en-US" w:eastAsia="en-US"/>
    </w:rPr>
  </w:style>
  <w:style w:type="paragraph" w:styleId="IntenseQuote">
    <w:name w:val="Intense Quote"/>
    <w:basedOn w:val="Normal"/>
    <w:next w:val="Normal"/>
    <w:link w:val="IntenseQuoteChar"/>
    <w:uiPriority w:val="30"/>
    <w:rsid w:val="00785918"/>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785918"/>
    <w:rPr>
      <w:rFonts w:ascii="Calibri Light" w:hAnsi="Calibri Light"/>
      <w:caps/>
      <w:color w:val="A5A5A5"/>
      <w:sz w:val="28"/>
      <w:szCs w:val="28"/>
      <w:lang w:val="en-US" w:eastAsia="en-US"/>
    </w:rPr>
  </w:style>
  <w:style w:type="character" w:styleId="SubtleEmphasis">
    <w:name w:val="Subtle Emphasis"/>
    <w:uiPriority w:val="19"/>
    <w:rsid w:val="00785918"/>
    <w:rPr>
      <w:i/>
      <w:iCs/>
      <w:color w:val="595959"/>
    </w:rPr>
  </w:style>
  <w:style w:type="character" w:styleId="IntenseEmphasis">
    <w:name w:val="Intense Emphasis"/>
    <w:uiPriority w:val="21"/>
    <w:rsid w:val="00785918"/>
    <w:rPr>
      <w:b/>
      <w:bCs/>
      <w:i/>
      <w:iCs/>
      <w:color w:val="auto"/>
    </w:rPr>
  </w:style>
  <w:style w:type="character" w:styleId="SubtleReference">
    <w:name w:val="Subtle Reference"/>
    <w:uiPriority w:val="31"/>
    <w:rsid w:val="00785918"/>
    <w:rPr>
      <w:caps w:val="0"/>
      <w:smallCaps/>
      <w:color w:val="404040"/>
      <w:spacing w:val="0"/>
      <w:u w:val="single" w:color="7F7F7F"/>
    </w:rPr>
  </w:style>
  <w:style w:type="character" w:styleId="IntenseReference">
    <w:name w:val="Intense Reference"/>
    <w:uiPriority w:val="32"/>
    <w:rsid w:val="00785918"/>
    <w:rPr>
      <w:b/>
      <w:bCs/>
      <w:caps w:val="0"/>
      <w:smallCaps/>
      <w:color w:val="auto"/>
      <w:spacing w:val="0"/>
      <w:u w:val="single"/>
    </w:rPr>
  </w:style>
  <w:style w:type="character" w:styleId="BookTitle">
    <w:name w:val="Book Title"/>
    <w:uiPriority w:val="33"/>
    <w:rsid w:val="00785918"/>
    <w:rPr>
      <w:b/>
      <w:bCs/>
      <w:caps w:val="0"/>
      <w:smallCaps/>
      <w:spacing w:val="0"/>
    </w:rPr>
  </w:style>
  <w:style w:type="paragraph" w:styleId="TOCHeading">
    <w:name w:val="TOC Heading"/>
    <w:basedOn w:val="Heading1"/>
    <w:next w:val="Normal"/>
    <w:uiPriority w:val="39"/>
    <w:semiHidden/>
    <w:unhideWhenUsed/>
    <w:qFormat/>
    <w:rsid w:val="00785918"/>
    <w:pPr>
      <w:outlineLvl w:val="9"/>
    </w:pPr>
  </w:style>
  <w:style w:type="table" w:styleId="TableClassic2">
    <w:name w:val="Table Classic 2"/>
    <w:basedOn w:val="TableNormal"/>
    <w:rsid w:val="0078591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rsid w:val="00785918"/>
    <w:pPr>
      <w:numPr>
        <w:numId w:val="11"/>
      </w:numPr>
    </w:pPr>
    <w:rPr>
      <w:color w:val="A71D41"/>
    </w:rPr>
  </w:style>
  <w:style w:type="paragraph" w:styleId="Index1">
    <w:name w:val="index 1"/>
    <w:basedOn w:val="Normal"/>
    <w:next w:val="Normal"/>
    <w:autoRedefine/>
    <w:rsid w:val="00785918"/>
    <w:pPr>
      <w:spacing w:line="240" w:lineRule="auto"/>
      <w:ind w:left="220" w:hanging="220"/>
    </w:pPr>
  </w:style>
  <w:style w:type="paragraph" w:customStyle="1" w:styleId="Defaultbullets">
    <w:name w:val="Default bullets"/>
    <w:basedOn w:val="Normal"/>
    <w:qFormat/>
    <w:rsid w:val="00A10991"/>
    <w:pPr>
      <w:numPr>
        <w:numId w:val="8"/>
      </w:numPr>
      <w:spacing w:after="150"/>
      <w:ind w:left="629" w:hanging="357"/>
    </w:pPr>
  </w:style>
  <w:style w:type="paragraph" w:customStyle="1" w:styleId="DefaultNumberedlist">
    <w:name w:val="Default Numbered list"/>
    <w:basedOn w:val="Normal"/>
    <w:link w:val="DefaultNumberedlistChar"/>
    <w:qFormat/>
    <w:rsid w:val="00A10991"/>
    <w:pPr>
      <w:numPr>
        <w:numId w:val="9"/>
      </w:numPr>
      <w:spacing w:after="150"/>
    </w:pPr>
    <w:rPr>
      <w:b/>
    </w:rPr>
  </w:style>
  <w:style w:type="paragraph" w:styleId="TOC5">
    <w:name w:val="toc 5"/>
    <w:basedOn w:val="Normal"/>
    <w:next w:val="Normal"/>
    <w:autoRedefine/>
    <w:uiPriority w:val="39"/>
    <w:unhideWhenUsed/>
    <w:rsid w:val="00785918"/>
    <w:pPr>
      <w:spacing w:after="100" w:line="259" w:lineRule="auto"/>
      <w:ind w:left="880"/>
    </w:pPr>
    <w:rPr>
      <w:sz w:val="22"/>
      <w:szCs w:val="22"/>
    </w:rPr>
  </w:style>
  <w:style w:type="character" w:customStyle="1" w:styleId="DefaultNumberedlistChar">
    <w:name w:val="Default Numbered list Char"/>
    <w:link w:val="DefaultNumberedlist"/>
    <w:rsid w:val="00A10991"/>
    <w:rPr>
      <w:b/>
      <w:sz w:val="24"/>
      <w:szCs w:val="21"/>
      <w:lang w:val="en-US" w:eastAsia="en-US"/>
    </w:rPr>
  </w:style>
  <w:style w:type="paragraph" w:customStyle="1" w:styleId="DefaultBullets0">
    <w:name w:val="Default Bullets"/>
    <w:link w:val="DefaultBulletsChar"/>
    <w:qFormat/>
    <w:rsid w:val="00785918"/>
    <w:pPr>
      <w:ind w:left="1080" w:hanging="360"/>
    </w:pPr>
    <w:rPr>
      <w:sz w:val="24"/>
      <w:lang w:val="en-US" w:eastAsia="en-US"/>
    </w:rPr>
  </w:style>
  <w:style w:type="character" w:customStyle="1" w:styleId="DefaultBulletsChar">
    <w:name w:val="Default Bullets Char"/>
    <w:link w:val="DefaultBullets0"/>
    <w:rsid w:val="00785918"/>
    <w:rPr>
      <w:sz w:val="24"/>
      <w:lang w:val="en-US" w:eastAsia="en-US"/>
    </w:rPr>
  </w:style>
  <w:style w:type="paragraph" w:styleId="NormalWeb">
    <w:name w:val="Normal (Web)"/>
    <w:basedOn w:val="Normal"/>
    <w:link w:val="NormalWebChar"/>
    <w:uiPriority w:val="99"/>
    <w:unhideWhenUsed/>
    <w:rsid w:val="004A4E7E"/>
    <w:pPr>
      <w:spacing w:before="100" w:beforeAutospacing="1" w:after="100" w:afterAutospacing="1" w:line="240" w:lineRule="auto"/>
    </w:pPr>
    <w:rPr>
      <w:rFonts w:ascii="Arial" w:hAnsi="Arial" w:cs="Arial"/>
      <w:szCs w:val="24"/>
    </w:rPr>
  </w:style>
  <w:style w:type="paragraph" w:customStyle="1" w:styleId="Sub-Titles">
    <w:name w:val="Sub-Titles"/>
    <w:basedOn w:val="NormalWeb"/>
    <w:link w:val="Sub-TitlesChar"/>
    <w:qFormat/>
    <w:rsid w:val="004A4E7E"/>
    <w:rPr>
      <w:rFonts w:ascii="Calibri" w:hAnsi="Calibri"/>
      <w:i/>
    </w:rPr>
  </w:style>
  <w:style w:type="character" w:customStyle="1" w:styleId="NormalWebChar">
    <w:name w:val="Normal (Web) Char"/>
    <w:link w:val="NormalWeb"/>
    <w:uiPriority w:val="99"/>
    <w:rsid w:val="004A4E7E"/>
    <w:rPr>
      <w:rFonts w:ascii="Arial" w:hAnsi="Arial" w:cs="Arial"/>
      <w:sz w:val="24"/>
      <w:szCs w:val="24"/>
      <w:lang w:val="en-US" w:eastAsia="en-US"/>
    </w:rPr>
  </w:style>
  <w:style w:type="character" w:customStyle="1" w:styleId="Sub-TitlesChar">
    <w:name w:val="Sub-Titles Char"/>
    <w:link w:val="Sub-Titles"/>
    <w:rsid w:val="004A4E7E"/>
    <w:rPr>
      <w:rFonts w:cs="Arial"/>
      <w:i/>
      <w:sz w:val="24"/>
      <w:szCs w:val="24"/>
      <w:lang w:val="en-US" w:eastAsia="en-US"/>
    </w:rPr>
  </w:style>
  <w:style w:type="paragraph" w:customStyle="1" w:styleId="Question">
    <w:name w:val="Question"/>
    <w:basedOn w:val="DefaultNumberedlist"/>
    <w:link w:val="QuestionChar"/>
    <w:qFormat/>
    <w:rsid w:val="00A10991"/>
    <w:pPr>
      <w:numPr>
        <w:numId w:val="0"/>
      </w:numPr>
      <w:spacing w:line="240" w:lineRule="auto"/>
    </w:pPr>
    <w:rPr>
      <w:szCs w:val="20"/>
    </w:rPr>
  </w:style>
  <w:style w:type="character" w:customStyle="1" w:styleId="QuestionChar">
    <w:name w:val="Question Char"/>
    <w:basedOn w:val="DefaultNumberedlistChar"/>
    <w:link w:val="Question"/>
    <w:rsid w:val="00A10991"/>
    <w:rPr>
      <w:b/>
      <w:sz w:val="24"/>
      <w:szCs w:val="21"/>
      <w:lang w:val="en-US" w:eastAsia="en-US"/>
    </w:rPr>
  </w:style>
  <w:style w:type="character" w:customStyle="1" w:styleId="Sub-SessionChar">
    <w:name w:val="Sub-Session Char"/>
    <w:link w:val="Sub-Session"/>
    <w:rsid w:val="00642784"/>
    <w:rPr>
      <w:rFonts w:ascii="Calibri Light" w:hAnsi="Calibri Light"/>
      <w:caps/>
      <w:spacing w:val="30"/>
      <w:sz w:val="36"/>
      <w:szCs w:val="36"/>
      <w:lang w:val="en-US" w:eastAsia="en-US"/>
    </w:rPr>
  </w:style>
  <w:style w:type="paragraph" w:customStyle="1" w:styleId="CopyrightSub-Title">
    <w:name w:val="Copyright Sub-Title"/>
    <w:basedOn w:val="Normal"/>
    <w:rsid w:val="00785918"/>
    <w:pPr>
      <w:spacing w:after="150" w:line="240" w:lineRule="auto"/>
    </w:pPr>
    <w:rPr>
      <w:szCs w:val="20"/>
    </w:rPr>
  </w:style>
  <w:style w:type="character" w:customStyle="1" w:styleId="CopyrightTitle">
    <w:name w:val="Copyright Title"/>
    <w:rsid w:val="00785918"/>
    <w:rPr>
      <w:rFonts w:ascii="Calibri" w:hAnsi="Calibri"/>
      <w:color w:val="404040"/>
      <w:sz w:val="52"/>
    </w:rPr>
  </w:style>
  <w:style w:type="paragraph" w:styleId="Signature">
    <w:name w:val="Signature"/>
    <w:basedOn w:val="Normal"/>
    <w:link w:val="SignatureChar"/>
    <w:rsid w:val="00785918"/>
    <w:pPr>
      <w:spacing w:line="240" w:lineRule="auto"/>
      <w:ind w:left="4252"/>
    </w:pPr>
  </w:style>
  <w:style w:type="character" w:customStyle="1" w:styleId="SignatureChar">
    <w:name w:val="Signature Char"/>
    <w:link w:val="Signature"/>
    <w:rsid w:val="00785918"/>
    <w:rPr>
      <w:sz w:val="24"/>
      <w:szCs w:val="21"/>
      <w:lang w:val="en-US" w:eastAsia="en-US"/>
    </w:rPr>
  </w:style>
  <w:style w:type="paragraph" w:customStyle="1" w:styleId="StyleCopyrightandTOCTitleLatinBodyCalibri20ptCus">
    <w:name w:val="Style Copyright and TOC Title + (Latin) +Body (Calibri) 20 pt Cus..."/>
    <w:basedOn w:val="CopyrightandTOCTitle"/>
    <w:rsid w:val="00785918"/>
    <w:rPr>
      <w:rFonts w:ascii="Calibri" w:hAnsi="Calibri"/>
      <w:bCs/>
      <w:color w:val="A71D41"/>
      <w:sz w:val="40"/>
    </w:rPr>
  </w:style>
  <w:style w:type="paragraph" w:customStyle="1" w:styleId="TitlePage2">
    <w:name w:val="Title Page 2"/>
    <w:basedOn w:val="Normal"/>
    <w:link w:val="TitlePage2Char"/>
    <w:rsid w:val="00785918"/>
    <w:pPr>
      <w:spacing w:before="120" w:after="150" w:line="240" w:lineRule="auto"/>
      <w:jc w:val="center"/>
    </w:pPr>
    <w:rPr>
      <w:szCs w:val="20"/>
    </w:rPr>
  </w:style>
  <w:style w:type="character" w:customStyle="1" w:styleId="TitlePage2Char">
    <w:name w:val="Title Page 2 Char"/>
    <w:link w:val="TitlePage2"/>
    <w:rsid w:val="00785918"/>
    <w:rPr>
      <w:sz w:val="24"/>
      <w:lang w:val="en-US" w:eastAsia="en-US"/>
    </w:rPr>
  </w:style>
  <w:style w:type="paragraph" w:styleId="TOC4">
    <w:name w:val="toc 4"/>
    <w:basedOn w:val="Normal"/>
    <w:next w:val="Normal"/>
    <w:autoRedefine/>
    <w:uiPriority w:val="39"/>
    <w:rsid w:val="00785918"/>
    <w:pPr>
      <w:spacing w:after="200" w:line="240" w:lineRule="auto"/>
      <w:ind w:left="720"/>
    </w:pPr>
    <w:rPr>
      <w:rFonts w:ascii="Times New Roman" w:hAnsi="Times New Roman"/>
      <w:sz w:val="18"/>
      <w:szCs w:val="18"/>
    </w:rPr>
  </w:style>
  <w:style w:type="paragraph" w:styleId="TOC6">
    <w:name w:val="toc 6"/>
    <w:basedOn w:val="Normal"/>
    <w:next w:val="Normal"/>
    <w:autoRedefine/>
    <w:uiPriority w:val="39"/>
    <w:rsid w:val="00785918"/>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785918"/>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785918"/>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785918"/>
    <w:pPr>
      <w:spacing w:after="200" w:line="240" w:lineRule="auto"/>
      <w:ind w:left="1920"/>
    </w:pPr>
    <w:rPr>
      <w:rFonts w:ascii="Times New Roman" w:hAnsi="Times New Roman"/>
      <w:sz w:val="18"/>
      <w:szCs w:val="18"/>
    </w:rPr>
  </w:style>
  <w:style w:type="paragraph" w:customStyle="1" w:styleId="TOCSub-Title">
    <w:name w:val="TOC Sub-Title"/>
    <w:basedOn w:val="Normal"/>
    <w:rsid w:val="00785918"/>
    <w:pPr>
      <w:spacing w:after="200" w:line="240" w:lineRule="auto"/>
      <w:ind w:left="1843"/>
    </w:pPr>
    <w:rPr>
      <w:b/>
      <w:sz w:val="36"/>
      <w:szCs w:val="20"/>
    </w:rPr>
  </w:style>
  <w:style w:type="paragraph" w:customStyle="1" w:styleId="TOCTitle">
    <w:name w:val="TOC Title"/>
    <w:basedOn w:val="Normal"/>
    <w:link w:val="TOCTitleChar"/>
    <w:qFormat/>
    <w:rsid w:val="00785918"/>
    <w:pPr>
      <w:spacing w:before="120" w:after="200" w:line="240" w:lineRule="auto"/>
      <w:ind w:left="1800"/>
    </w:pPr>
    <w:rPr>
      <w:rFonts w:cs="Arial"/>
      <w:sz w:val="72"/>
      <w:szCs w:val="72"/>
      <w:lang w:val="en-CA"/>
    </w:rPr>
  </w:style>
  <w:style w:type="character" w:customStyle="1" w:styleId="TOCTitleChar">
    <w:name w:val="TOC Title Char"/>
    <w:link w:val="TOCTitle"/>
    <w:rsid w:val="00785918"/>
    <w:rPr>
      <w:rFonts w:cs="Arial"/>
      <w:sz w:val="72"/>
      <w:szCs w:val="72"/>
      <w:lang w:eastAsia="en-US"/>
    </w:rPr>
  </w:style>
  <w:style w:type="paragraph" w:customStyle="1" w:styleId="ReviewQuestions">
    <w:name w:val="Review Questions"/>
    <w:basedOn w:val="ListParagraph"/>
    <w:rsid w:val="00BF062C"/>
    <w:pPr>
      <w:numPr>
        <w:numId w:val="18"/>
      </w:numPr>
      <w:spacing w:after="0" w:line="240" w:lineRule="auto"/>
    </w:pPr>
    <w:rPr>
      <w:b/>
      <w:bCs/>
      <w:szCs w:val="20"/>
    </w:rPr>
  </w:style>
  <w:style w:type="paragraph" w:customStyle="1" w:styleId="ReviewAnswers">
    <w:name w:val="Review Answers"/>
    <w:basedOn w:val="ListParagraph"/>
    <w:link w:val="ReviewAnswersChar"/>
    <w:qFormat/>
    <w:rsid w:val="00BF062C"/>
    <w:pPr>
      <w:numPr>
        <w:ilvl w:val="1"/>
        <w:numId w:val="18"/>
      </w:numPr>
      <w:spacing w:after="0" w:line="240" w:lineRule="auto"/>
    </w:pPr>
    <w:rPr>
      <w:szCs w:val="20"/>
    </w:rPr>
  </w:style>
  <w:style w:type="character" w:customStyle="1" w:styleId="ReviewAnswersChar">
    <w:name w:val="Review Answers Char"/>
    <w:link w:val="ReviewAnswers"/>
    <w:rsid w:val="00BF062C"/>
    <w:rPr>
      <w:sz w:val="24"/>
      <w:lang w:val="en-US" w:eastAsia="en-US"/>
    </w:rPr>
  </w:style>
  <w:style w:type="paragraph" w:styleId="Bibliography">
    <w:name w:val="Bibliography"/>
    <w:basedOn w:val="Normal"/>
    <w:next w:val="Normal"/>
    <w:uiPriority w:val="37"/>
    <w:unhideWhenUsed/>
    <w:rsid w:val="00531B89"/>
    <w:pPr>
      <w:spacing w:after="0" w:line="24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6663">
      <w:bodyDiv w:val="1"/>
      <w:marLeft w:val="0"/>
      <w:marRight w:val="0"/>
      <w:marTop w:val="0"/>
      <w:marBottom w:val="0"/>
      <w:divBdr>
        <w:top w:val="none" w:sz="0" w:space="0" w:color="auto"/>
        <w:left w:val="none" w:sz="0" w:space="0" w:color="auto"/>
        <w:bottom w:val="none" w:sz="0" w:space="0" w:color="auto"/>
        <w:right w:val="none" w:sz="0" w:space="0" w:color="auto"/>
      </w:divBdr>
    </w:div>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esktop\New%20Softskills%20Template\Stock%20Items\Outline_cop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01DE938-7EB7-4327-9D32-4B2FB1901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Outline_copy</Template>
  <TotalTime>1</TotalTime>
  <Pages>2</Pages>
  <Words>282</Words>
  <Characters>1429</Characters>
  <Application>Microsoft Office Word</Application>
  <DocSecurity>0</DocSecurity>
  <Lines>43</Lines>
  <Paragraphs>34</Paragraphs>
  <ScaleCrop>false</ScaleCrop>
  <HeadingPairs>
    <vt:vector size="2" baseType="variant">
      <vt:variant>
        <vt:lpstr>Title</vt:lpstr>
      </vt:variant>
      <vt:variant>
        <vt:i4>1</vt:i4>
      </vt:variant>
    </vt:vector>
  </HeadingPairs>
  <TitlesOfParts>
    <vt:vector size="1" baseType="lpstr">
      <vt:lpstr>Writer's ILT Softskills Work Instruction</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Handout</dc:description>
  <cp:lastPrinted>1999-03-10T08:54:00Z</cp:lastPrinted>
  <dcterms:created xsi:type="dcterms:W3CDTF">2025-10-15T17:59:00Z</dcterms:created>
  <dcterms:modified xsi:type="dcterms:W3CDTF">2025-10-20T12:46:00Z</dcterms:modified>
</cp:coreProperties>
</file>